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2D" w:rsidRPr="004B4048" w:rsidRDefault="00D551FB" w:rsidP="004B4048">
      <w:bookmarkStart w:id="0" w:name="_GoBack"/>
      <w:bookmarkEnd w:id="0"/>
      <w:r w:rsidRPr="004B4048">
        <w:t xml:space="preserve"> </w:t>
      </w:r>
    </w:p>
    <w:sectPr w:rsidR="00D93B2D" w:rsidRPr="004B4048" w:rsidSect="008C478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9639" w:h="13041" w:code="9"/>
      <w:pgMar w:top="567" w:right="851" w:bottom="1134" w:left="851" w:header="709" w:footer="183" w:gutter="0"/>
      <w:pgNumType w:start="0" w:chapStyle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6D">
      <wne:macro wne:macroName="PROJECT.NEWMACROS.PEGARSNFORMATO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64" w:rsidRDefault="00A94E64" w:rsidP="008554FF">
      <w:r>
        <w:separator/>
      </w:r>
    </w:p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/>
    <w:p w:rsidR="00A94E64" w:rsidRDefault="00A94E64" w:rsidP="000116DA"/>
  </w:endnote>
  <w:endnote w:type="continuationSeparator" w:id="0">
    <w:p w:rsidR="00A94E64" w:rsidRDefault="00A94E64" w:rsidP="008554FF">
      <w:r>
        <w:continuationSeparator/>
      </w:r>
    </w:p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/>
    <w:p w:rsidR="00A94E64" w:rsidRDefault="00A94E64" w:rsidP="000116D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170" w:type="dxa"/>
      <w:tblBorders>
        <w:top w:val="single" w:sz="4" w:space="0" w:color="7F7F7F" w:themeColor="text1" w:themeTint="80"/>
      </w:tblBorders>
      <w:tblLayout w:type="fixed"/>
      <w:tblCellMar>
        <w:left w:w="70" w:type="dxa"/>
        <w:right w:w="70" w:type="dxa"/>
      </w:tblCellMar>
      <w:tblLook w:val="0000"/>
    </w:tblPr>
    <w:tblGrid>
      <w:gridCol w:w="3670"/>
      <w:gridCol w:w="1620"/>
      <w:gridCol w:w="2880"/>
    </w:tblGrid>
    <w:tr w:rsidR="007F4910" w:rsidTr="00247044">
      <w:tc>
        <w:tcPr>
          <w:tcW w:w="3670" w:type="dxa"/>
        </w:tcPr>
        <w:p w:rsidR="007F4910" w:rsidRPr="006B7D3D" w:rsidRDefault="007F4910" w:rsidP="003B1413">
          <w:pPr>
            <w:pStyle w:val="Piedepgina"/>
            <w:tabs>
              <w:tab w:val="clear" w:pos="4252"/>
              <w:tab w:val="center" w:pos="5220"/>
              <w:tab w:val="right" w:pos="8100"/>
            </w:tabs>
            <w:ind w:right="0"/>
            <w:rPr>
              <w:sz w:val="16"/>
            </w:rPr>
          </w:pPr>
          <w:r w:rsidRPr="00764A89">
            <w:rPr>
              <w:sz w:val="16"/>
            </w:rPr>
            <w:t>Taller de Migración a FTTH para personal de nuevo ingreso terceros</w:t>
          </w:r>
        </w:p>
      </w:tc>
      <w:tc>
        <w:tcPr>
          <w:tcW w:w="1620" w:type="dxa"/>
        </w:tcPr>
        <w:p w:rsidR="007F4910" w:rsidRDefault="007F4910" w:rsidP="003B1413">
          <w:pPr>
            <w:pStyle w:val="Piedepgina"/>
            <w:jc w:val="center"/>
            <w:rPr>
              <w:sz w:val="20"/>
            </w:rPr>
          </w:pPr>
          <w:r>
            <w:rPr>
              <w:sz w:val="20"/>
            </w:rPr>
            <w:t>INTTELMEX.</w:t>
          </w:r>
        </w:p>
      </w:tc>
      <w:tc>
        <w:tcPr>
          <w:tcW w:w="2880" w:type="dxa"/>
        </w:tcPr>
        <w:p w:rsidR="007F4910" w:rsidRDefault="007F4910" w:rsidP="003B1413">
          <w:pPr>
            <w:pStyle w:val="Piedepgina"/>
            <w:ind w:right="0"/>
            <w:jc w:val="right"/>
            <w:rPr>
              <w:sz w:val="20"/>
            </w:rPr>
          </w:pPr>
          <w:r>
            <w:rPr>
              <w:sz w:val="20"/>
            </w:rPr>
            <w:t>DYD-F105 Rev. 08</w:t>
          </w:r>
        </w:p>
      </w:tc>
    </w:tr>
  </w:tbl>
  <w:p w:rsidR="007F4910" w:rsidRPr="00156147" w:rsidRDefault="007F4910" w:rsidP="00A84A5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220" w:type="dxa"/>
      <w:tblLayout w:type="fixed"/>
      <w:tblCellMar>
        <w:left w:w="70" w:type="dxa"/>
        <w:right w:w="70" w:type="dxa"/>
      </w:tblCellMar>
      <w:tblLook w:val="0000"/>
    </w:tblPr>
    <w:tblGrid>
      <w:gridCol w:w="3692"/>
      <w:gridCol w:w="1630"/>
      <w:gridCol w:w="2898"/>
    </w:tblGrid>
    <w:tr w:rsidR="007F4910" w:rsidTr="008C4782">
      <w:trPr>
        <w:trHeight w:val="272"/>
      </w:trPr>
      <w:tc>
        <w:tcPr>
          <w:tcW w:w="3692" w:type="dxa"/>
        </w:tcPr>
        <w:p w:rsidR="007F4910" w:rsidRPr="006B7D3D" w:rsidRDefault="007F4910" w:rsidP="003B1413">
          <w:pPr>
            <w:pStyle w:val="Piedepgina"/>
            <w:tabs>
              <w:tab w:val="clear" w:pos="4252"/>
              <w:tab w:val="center" w:pos="5220"/>
              <w:tab w:val="right" w:pos="8100"/>
            </w:tabs>
            <w:ind w:right="0"/>
            <w:rPr>
              <w:sz w:val="16"/>
            </w:rPr>
          </w:pPr>
        </w:p>
      </w:tc>
      <w:tc>
        <w:tcPr>
          <w:tcW w:w="1630" w:type="dxa"/>
        </w:tcPr>
        <w:p w:rsidR="007F4910" w:rsidRDefault="007F4910" w:rsidP="003B1413">
          <w:pPr>
            <w:pStyle w:val="Piedepgina"/>
            <w:jc w:val="center"/>
            <w:rPr>
              <w:sz w:val="20"/>
            </w:rPr>
          </w:pPr>
        </w:p>
      </w:tc>
      <w:tc>
        <w:tcPr>
          <w:tcW w:w="2898" w:type="dxa"/>
        </w:tcPr>
        <w:p w:rsidR="007F4910" w:rsidRDefault="007F4910" w:rsidP="003B1413">
          <w:pPr>
            <w:pStyle w:val="Piedepgina"/>
            <w:ind w:right="0"/>
            <w:jc w:val="right"/>
            <w:rPr>
              <w:sz w:val="20"/>
            </w:rPr>
          </w:pPr>
        </w:p>
      </w:tc>
    </w:tr>
  </w:tbl>
  <w:p w:rsidR="007F4910" w:rsidRPr="00156147" w:rsidRDefault="007F4910" w:rsidP="00A84A5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64" w:rsidRDefault="00A94E64" w:rsidP="008554FF">
      <w:r>
        <w:separator/>
      </w:r>
    </w:p>
  </w:footnote>
  <w:footnote w:type="continuationSeparator" w:id="0">
    <w:p w:rsidR="00A94E64" w:rsidRDefault="00A94E64" w:rsidP="008554FF">
      <w:r>
        <w:continuationSeparator/>
      </w:r>
    </w:p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 w:rsidP="008554FF"/>
    <w:p w:rsidR="00A94E64" w:rsidRDefault="00A94E64"/>
    <w:p w:rsidR="00A94E64" w:rsidRDefault="00A94E64" w:rsidP="000116D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10" w:rsidRDefault="00D46289" w:rsidP="008554FF">
    <w:r>
      <w:fldChar w:fldCharType="begin"/>
    </w:r>
    <w:r w:rsidR="007F4910">
      <w:instrText xml:space="preserve">PAGE  </w:instrText>
    </w:r>
    <w:r>
      <w:fldChar w:fldCharType="separate"/>
    </w:r>
    <w:r w:rsidR="007F4910">
      <w:rPr>
        <w:noProof/>
      </w:rPr>
      <w:t>2</w:t>
    </w:r>
    <w:r>
      <w:rPr>
        <w:noProof/>
      </w:rPr>
      <w:fldChar w:fldCharType="end"/>
    </w:r>
  </w:p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8554FF"/>
  <w:p w:rsidR="007F4910" w:rsidRDefault="007F4910" w:rsidP="000116D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10" w:rsidRPr="00D551FB" w:rsidRDefault="007F4910" w:rsidP="00D551FB">
    <w:pPr>
      <w:pStyle w:val="Encabezado"/>
      <w:jc w:val="right"/>
      <w:rPr>
        <w:rFonts w:asciiTheme="minorHAnsi" w:hAnsiTheme="minorHAnsi"/>
        <w:color w:val="7F7F7F" w:themeColor="text1" w:themeTint="80"/>
      </w:rPr>
    </w:pPr>
    <w:r>
      <w:rPr>
        <w:rStyle w:val="Nmerodepgina"/>
      </w:rPr>
      <w:t xml:space="preserve"> </w:t>
    </w:r>
    <w:r w:rsidRPr="00D551FB">
      <w:rPr>
        <w:rStyle w:val="Nmerodepgina"/>
        <w:rFonts w:asciiTheme="minorHAnsi" w:hAnsiTheme="minorHAnsi"/>
        <w:color w:val="7F7F7F" w:themeColor="text1" w:themeTint="80"/>
      </w:rPr>
      <w:t>1-</w:t>
    </w:r>
    <w:r w:rsidR="00D46289" w:rsidRPr="00D551FB">
      <w:rPr>
        <w:rStyle w:val="Nmerodepgina"/>
        <w:rFonts w:asciiTheme="minorHAnsi" w:hAnsiTheme="minorHAnsi"/>
        <w:color w:val="7F7F7F" w:themeColor="text1" w:themeTint="80"/>
      </w:rPr>
      <w:fldChar w:fldCharType="begin"/>
    </w:r>
    <w:r w:rsidRPr="00D551FB">
      <w:rPr>
        <w:rStyle w:val="Nmerodepgina"/>
        <w:rFonts w:asciiTheme="minorHAnsi" w:hAnsiTheme="minorHAnsi"/>
        <w:color w:val="7F7F7F" w:themeColor="text1" w:themeTint="80"/>
      </w:rPr>
      <w:instrText xml:space="preserve"> PAGE </w:instrText>
    </w:r>
    <w:r w:rsidR="00D46289" w:rsidRPr="00D551FB">
      <w:rPr>
        <w:rStyle w:val="Nmerodepgina"/>
        <w:rFonts w:asciiTheme="minorHAnsi" w:hAnsiTheme="minorHAnsi"/>
        <w:color w:val="7F7F7F" w:themeColor="text1" w:themeTint="80"/>
      </w:rPr>
      <w:fldChar w:fldCharType="separate"/>
    </w:r>
    <w:r w:rsidR="004B4048">
      <w:rPr>
        <w:rStyle w:val="Nmerodepgina"/>
        <w:rFonts w:asciiTheme="minorHAnsi" w:hAnsiTheme="minorHAnsi"/>
        <w:noProof/>
        <w:color w:val="7F7F7F" w:themeColor="text1" w:themeTint="80"/>
      </w:rPr>
      <w:t>1</w:t>
    </w:r>
    <w:r w:rsidR="00D46289" w:rsidRPr="00D551FB">
      <w:rPr>
        <w:rStyle w:val="Nmerodepgina"/>
        <w:rFonts w:asciiTheme="minorHAnsi" w:hAnsiTheme="minorHAnsi"/>
        <w:color w:val="7F7F7F" w:themeColor="text1" w:themeTint="8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048" w:rsidRDefault="004B4048">
    <w:pPr>
      <w:pStyle w:val="Encabezado"/>
    </w:pPr>
    <w:r w:rsidRPr="004B4048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-450215</wp:posOffset>
          </wp:positionV>
          <wp:extent cx="6133658" cy="7935402"/>
          <wp:effectExtent l="0" t="0" r="12700" b="0"/>
          <wp:wrapNone/>
          <wp:docPr id="1" name="Imagen 7" descr="carta inttelmex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 inttelmex_Mesa de trabaj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793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B4048" w:rsidRDefault="004B404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D40"/>
    <w:multiLevelType w:val="hybridMultilevel"/>
    <w:tmpl w:val="A986E4C8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D47086"/>
    <w:multiLevelType w:val="hybridMultilevel"/>
    <w:tmpl w:val="2FFAD9E2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149C3"/>
    <w:multiLevelType w:val="hybridMultilevel"/>
    <w:tmpl w:val="08E6C0BE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C50A5"/>
    <w:multiLevelType w:val="hybridMultilevel"/>
    <w:tmpl w:val="4088F0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75E14"/>
    <w:multiLevelType w:val="hybridMultilevel"/>
    <w:tmpl w:val="C6B46C4C"/>
    <w:lvl w:ilvl="0" w:tplc="E3B4F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5C0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5C0B7B"/>
    <w:multiLevelType w:val="hybridMultilevel"/>
    <w:tmpl w:val="26B2EBC2"/>
    <w:lvl w:ilvl="0" w:tplc="EF6A485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71504"/>
    <w:multiLevelType w:val="hybridMultilevel"/>
    <w:tmpl w:val="82185C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B74D2"/>
    <w:multiLevelType w:val="hybridMultilevel"/>
    <w:tmpl w:val="D48A4AB0"/>
    <w:lvl w:ilvl="0" w:tplc="0B5C0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C2333A7"/>
    <w:multiLevelType w:val="hybridMultilevel"/>
    <w:tmpl w:val="ACC69492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007E9"/>
    <w:multiLevelType w:val="hybridMultilevel"/>
    <w:tmpl w:val="6B18F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63C6E"/>
    <w:multiLevelType w:val="hybridMultilevel"/>
    <w:tmpl w:val="01044FD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BB0F97"/>
    <w:multiLevelType w:val="hybridMultilevel"/>
    <w:tmpl w:val="B15209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E73CC"/>
    <w:multiLevelType w:val="hybridMultilevel"/>
    <w:tmpl w:val="7EDA03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761EDA"/>
    <w:multiLevelType w:val="hybridMultilevel"/>
    <w:tmpl w:val="A12A6C58"/>
    <w:lvl w:ilvl="0" w:tplc="0B5C0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B4F3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80C834E">
      <w:numFmt w:val="bullet"/>
      <w:lvlText w:val="•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24532D6"/>
    <w:multiLevelType w:val="hybridMultilevel"/>
    <w:tmpl w:val="0842306A"/>
    <w:lvl w:ilvl="0" w:tplc="074414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F27DF"/>
    <w:multiLevelType w:val="hybridMultilevel"/>
    <w:tmpl w:val="8EEED2C6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3D6D05"/>
    <w:multiLevelType w:val="hybridMultilevel"/>
    <w:tmpl w:val="617C4C4C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C0C6B"/>
    <w:multiLevelType w:val="hybridMultilevel"/>
    <w:tmpl w:val="4BEC0B70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494FBA"/>
    <w:multiLevelType w:val="hybridMultilevel"/>
    <w:tmpl w:val="2EAA979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B0B2B"/>
    <w:multiLevelType w:val="hybridMultilevel"/>
    <w:tmpl w:val="64FC8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E48D2"/>
    <w:multiLevelType w:val="hybridMultilevel"/>
    <w:tmpl w:val="CD56EE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C955EF"/>
    <w:multiLevelType w:val="hybridMultilevel"/>
    <w:tmpl w:val="156C30B6"/>
    <w:lvl w:ilvl="0" w:tplc="9110B3C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ED3C3A"/>
    <w:multiLevelType w:val="hybridMultilevel"/>
    <w:tmpl w:val="8DD45F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73A1D"/>
    <w:multiLevelType w:val="hybridMultilevel"/>
    <w:tmpl w:val="40C65F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3230C"/>
    <w:multiLevelType w:val="hybridMultilevel"/>
    <w:tmpl w:val="97680084"/>
    <w:lvl w:ilvl="0" w:tplc="0C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5">
    <w:nsid w:val="4C371368"/>
    <w:multiLevelType w:val="hybridMultilevel"/>
    <w:tmpl w:val="4A94A5B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790A59"/>
    <w:multiLevelType w:val="hybridMultilevel"/>
    <w:tmpl w:val="7758FA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6F2C5B"/>
    <w:multiLevelType w:val="hybridMultilevel"/>
    <w:tmpl w:val="91526CFC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A2473F"/>
    <w:multiLevelType w:val="hybridMultilevel"/>
    <w:tmpl w:val="E8583A7C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682154"/>
    <w:multiLevelType w:val="hybridMultilevel"/>
    <w:tmpl w:val="613CC8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C3E76"/>
    <w:multiLevelType w:val="hybridMultilevel"/>
    <w:tmpl w:val="D7487E76"/>
    <w:lvl w:ilvl="0" w:tplc="6A269FBE">
      <w:start w:val="1"/>
      <w:numFmt w:val="bullet"/>
      <w:lvlText w:val=""/>
      <w:lvlJc w:val="left"/>
      <w:pPr>
        <w:tabs>
          <w:tab w:val="num" w:pos="437"/>
        </w:tabs>
        <w:ind w:left="437" w:hanging="43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1">
    <w:nsid w:val="589D56D1"/>
    <w:multiLevelType w:val="hybridMultilevel"/>
    <w:tmpl w:val="C6B46C4C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B5C0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2A4848"/>
    <w:multiLevelType w:val="hybridMultilevel"/>
    <w:tmpl w:val="70AABF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70773"/>
    <w:multiLevelType w:val="hybridMultilevel"/>
    <w:tmpl w:val="F888FC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0C2CBC"/>
    <w:multiLevelType w:val="hybridMultilevel"/>
    <w:tmpl w:val="CBCC0FB0"/>
    <w:lvl w:ilvl="0" w:tplc="E3B4F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6A485E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9025F8"/>
    <w:multiLevelType w:val="hybridMultilevel"/>
    <w:tmpl w:val="A6AED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FE16FA"/>
    <w:multiLevelType w:val="hybridMultilevel"/>
    <w:tmpl w:val="4D788654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B5C0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6A485E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5357AF"/>
    <w:multiLevelType w:val="hybridMultilevel"/>
    <w:tmpl w:val="509C02A8"/>
    <w:lvl w:ilvl="0" w:tplc="0B5C0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A485E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73A3400"/>
    <w:multiLevelType w:val="hybridMultilevel"/>
    <w:tmpl w:val="6ED67C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6771A2"/>
    <w:multiLevelType w:val="hybridMultilevel"/>
    <w:tmpl w:val="6DC0D996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855DBA"/>
    <w:multiLevelType w:val="hybridMultilevel"/>
    <w:tmpl w:val="FE665B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12A1A"/>
    <w:multiLevelType w:val="hybridMultilevel"/>
    <w:tmpl w:val="D06EAFE8"/>
    <w:lvl w:ilvl="0" w:tplc="EF6A485E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C04A04"/>
    <w:multiLevelType w:val="hybridMultilevel"/>
    <w:tmpl w:val="9B802638"/>
    <w:lvl w:ilvl="0" w:tplc="EF6A485E">
      <w:start w:val="1"/>
      <w:numFmt w:val="bullet"/>
      <w:lvlText w:val="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 w:tplc="0B5C0DE6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C3009ED"/>
    <w:multiLevelType w:val="hybridMultilevel"/>
    <w:tmpl w:val="A476B1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172DA5"/>
    <w:multiLevelType w:val="hybridMultilevel"/>
    <w:tmpl w:val="AD9CBDA0"/>
    <w:lvl w:ilvl="0" w:tplc="142E6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5F66F6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ED83C3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12050D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9CE95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B80FAF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D5C76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5C41DA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AD2564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6"/>
  </w:num>
  <w:num w:numId="3">
    <w:abstractNumId w:val="15"/>
  </w:num>
  <w:num w:numId="4">
    <w:abstractNumId w:val="0"/>
  </w:num>
  <w:num w:numId="5">
    <w:abstractNumId w:val="2"/>
  </w:num>
  <w:num w:numId="6">
    <w:abstractNumId w:val="41"/>
  </w:num>
  <w:num w:numId="7">
    <w:abstractNumId w:val="36"/>
  </w:num>
  <w:num w:numId="8">
    <w:abstractNumId w:val="1"/>
  </w:num>
  <w:num w:numId="9">
    <w:abstractNumId w:val="37"/>
  </w:num>
  <w:num w:numId="10">
    <w:abstractNumId w:val="8"/>
  </w:num>
  <w:num w:numId="11">
    <w:abstractNumId w:val="7"/>
  </w:num>
  <w:num w:numId="12">
    <w:abstractNumId w:val="31"/>
  </w:num>
  <w:num w:numId="13">
    <w:abstractNumId w:val="4"/>
  </w:num>
  <w:num w:numId="14">
    <w:abstractNumId w:val="34"/>
  </w:num>
  <w:num w:numId="15">
    <w:abstractNumId w:val="13"/>
  </w:num>
  <w:num w:numId="16">
    <w:abstractNumId w:val="25"/>
  </w:num>
  <w:num w:numId="17">
    <w:abstractNumId w:val="17"/>
  </w:num>
  <w:num w:numId="18">
    <w:abstractNumId w:val="28"/>
  </w:num>
  <w:num w:numId="19">
    <w:abstractNumId w:val="39"/>
  </w:num>
  <w:num w:numId="20">
    <w:abstractNumId w:val="40"/>
  </w:num>
  <w:num w:numId="21">
    <w:abstractNumId w:val="38"/>
  </w:num>
  <w:num w:numId="22">
    <w:abstractNumId w:val="6"/>
  </w:num>
  <w:num w:numId="23">
    <w:abstractNumId w:val="5"/>
  </w:num>
  <w:num w:numId="24">
    <w:abstractNumId w:val="42"/>
  </w:num>
  <w:num w:numId="25">
    <w:abstractNumId w:val="30"/>
  </w:num>
  <w:num w:numId="26">
    <w:abstractNumId w:val="18"/>
  </w:num>
  <w:num w:numId="27">
    <w:abstractNumId w:val="29"/>
  </w:num>
  <w:num w:numId="28">
    <w:abstractNumId w:val="19"/>
  </w:num>
  <w:num w:numId="29">
    <w:abstractNumId w:val="24"/>
  </w:num>
  <w:num w:numId="30">
    <w:abstractNumId w:val="11"/>
  </w:num>
  <w:num w:numId="31">
    <w:abstractNumId w:val="32"/>
  </w:num>
  <w:num w:numId="32">
    <w:abstractNumId w:val="35"/>
  </w:num>
  <w:num w:numId="33">
    <w:abstractNumId w:val="33"/>
  </w:num>
  <w:num w:numId="34">
    <w:abstractNumId w:val="26"/>
  </w:num>
  <w:num w:numId="35">
    <w:abstractNumId w:val="23"/>
  </w:num>
  <w:num w:numId="36">
    <w:abstractNumId w:val="9"/>
  </w:num>
  <w:num w:numId="37">
    <w:abstractNumId w:val="44"/>
  </w:num>
  <w:num w:numId="38">
    <w:abstractNumId w:val="22"/>
  </w:num>
  <w:num w:numId="39">
    <w:abstractNumId w:val="43"/>
  </w:num>
  <w:num w:numId="40">
    <w:abstractNumId w:val="21"/>
  </w:num>
  <w:num w:numId="41">
    <w:abstractNumId w:val="3"/>
  </w:num>
  <w:num w:numId="42">
    <w:abstractNumId w:val="14"/>
  </w:num>
  <w:num w:numId="43">
    <w:abstractNumId w:val="20"/>
  </w:num>
  <w:num w:numId="44">
    <w:abstractNumId w:val="12"/>
  </w:num>
  <w:num w:numId="45">
    <w:abstractNumId w:val="1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9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33177C"/>
    <w:rsid w:val="00001C73"/>
    <w:rsid w:val="00003BE0"/>
    <w:rsid w:val="00004813"/>
    <w:rsid w:val="0000533A"/>
    <w:rsid w:val="000071DE"/>
    <w:rsid w:val="0000731F"/>
    <w:rsid w:val="0000753D"/>
    <w:rsid w:val="00007B92"/>
    <w:rsid w:val="0001121F"/>
    <w:rsid w:val="000115F0"/>
    <w:rsid w:val="000116DA"/>
    <w:rsid w:val="00013BD1"/>
    <w:rsid w:val="00014170"/>
    <w:rsid w:val="00015BBD"/>
    <w:rsid w:val="00016AC5"/>
    <w:rsid w:val="00022D49"/>
    <w:rsid w:val="000241B9"/>
    <w:rsid w:val="00024CA9"/>
    <w:rsid w:val="000261B3"/>
    <w:rsid w:val="00033721"/>
    <w:rsid w:val="00033E6D"/>
    <w:rsid w:val="00034A07"/>
    <w:rsid w:val="00034C3C"/>
    <w:rsid w:val="00034CDF"/>
    <w:rsid w:val="00036EB1"/>
    <w:rsid w:val="00040226"/>
    <w:rsid w:val="00040320"/>
    <w:rsid w:val="00043547"/>
    <w:rsid w:val="00044E4A"/>
    <w:rsid w:val="000463C2"/>
    <w:rsid w:val="00050899"/>
    <w:rsid w:val="00050D41"/>
    <w:rsid w:val="000519D0"/>
    <w:rsid w:val="00053C53"/>
    <w:rsid w:val="00055810"/>
    <w:rsid w:val="00055941"/>
    <w:rsid w:val="00057406"/>
    <w:rsid w:val="00060C18"/>
    <w:rsid w:val="000639D9"/>
    <w:rsid w:val="00064F6F"/>
    <w:rsid w:val="0006536A"/>
    <w:rsid w:val="00066CF7"/>
    <w:rsid w:val="0006700C"/>
    <w:rsid w:val="00071405"/>
    <w:rsid w:val="00071F26"/>
    <w:rsid w:val="00074543"/>
    <w:rsid w:val="00075B0A"/>
    <w:rsid w:val="0007659B"/>
    <w:rsid w:val="0007684E"/>
    <w:rsid w:val="000801A6"/>
    <w:rsid w:val="0008048D"/>
    <w:rsid w:val="00081208"/>
    <w:rsid w:val="00082AEC"/>
    <w:rsid w:val="0008471A"/>
    <w:rsid w:val="00084E01"/>
    <w:rsid w:val="000853CA"/>
    <w:rsid w:val="000866FD"/>
    <w:rsid w:val="000870F9"/>
    <w:rsid w:val="000900CD"/>
    <w:rsid w:val="00092F64"/>
    <w:rsid w:val="000951C7"/>
    <w:rsid w:val="00095398"/>
    <w:rsid w:val="00097D58"/>
    <w:rsid w:val="000A0314"/>
    <w:rsid w:val="000A06B3"/>
    <w:rsid w:val="000A0A33"/>
    <w:rsid w:val="000A1B7F"/>
    <w:rsid w:val="000A2F32"/>
    <w:rsid w:val="000A4405"/>
    <w:rsid w:val="000A4851"/>
    <w:rsid w:val="000A72BE"/>
    <w:rsid w:val="000A7451"/>
    <w:rsid w:val="000B046B"/>
    <w:rsid w:val="000B06E9"/>
    <w:rsid w:val="000B20E5"/>
    <w:rsid w:val="000B348E"/>
    <w:rsid w:val="000B5046"/>
    <w:rsid w:val="000B62E3"/>
    <w:rsid w:val="000B67E5"/>
    <w:rsid w:val="000B7E41"/>
    <w:rsid w:val="000C28C3"/>
    <w:rsid w:val="000C4955"/>
    <w:rsid w:val="000C5A6F"/>
    <w:rsid w:val="000C64D5"/>
    <w:rsid w:val="000C6D4D"/>
    <w:rsid w:val="000D1276"/>
    <w:rsid w:val="000D33DE"/>
    <w:rsid w:val="000D428D"/>
    <w:rsid w:val="000D7560"/>
    <w:rsid w:val="000D76D2"/>
    <w:rsid w:val="000D7842"/>
    <w:rsid w:val="000E18D6"/>
    <w:rsid w:val="000E4BC9"/>
    <w:rsid w:val="000E5856"/>
    <w:rsid w:val="000E782D"/>
    <w:rsid w:val="000F0B38"/>
    <w:rsid w:val="000F19F4"/>
    <w:rsid w:val="000F31DC"/>
    <w:rsid w:val="000F4B33"/>
    <w:rsid w:val="000F6A3B"/>
    <w:rsid w:val="000F78A6"/>
    <w:rsid w:val="000F7AA9"/>
    <w:rsid w:val="000F7D91"/>
    <w:rsid w:val="00101900"/>
    <w:rsid w:val="00106BD1"/>
    <w:rsid w:val="0011201E"/>
    <w:rsid w:val="0011290A"/>
    <w:rsid w:val="00113379"/>
    <w:rsid w:val="00113D68"/>
    <w:rsid w:val="00113DE1"/>
    <w:rsid w:val="001145DE"/>
    <w:rsid w:val="00115E3E"/>
    <w:rsid w:val="00116BAF"/>
    <w:rsid w:val="00116DF9"/>
    <w:rsid w:val="001171F0"/>
    <w:rsid w:val="00120C7A"/>
    <w:rsid w:val="001222A6"/>
    <w:rsid w:val="001239CF"/>
    <w:rsid w:val="00124F5B"/>
    <w:rsid w:val="001265B8"/>
    <w:rsid w:val="001267BB"/>
    <w:rsid w:val="00127352"/>
    <w:rsid w:val="00130050"/>
    <w:rsid w:val="00130997"/>
    <w:rsid w:val="00133E67"/>
    <w:rsid w:val="0013496C"/>
    <w:rsid w:val="00135DAF"/>
    <w:rsid w:val="0013636C"/>
    <w:rsid w:val="001365DF"/>
    <w:rsid w:val="00137453"/>
    <w:rsid w:val="0013753F"/>
    <w:rsid w:val="001379EC"/>
    <w:rsid w:val="00137E71"/>
    <w:rsid w:val="001414DA"/>
    <w:rsid w:val="0014171D"/>
    <w:rsid w:val="00141F15"/>
    <w:rsid w:val="00143603"/>
    <w:rsid w:val="00143AA8"/>
    <w:rsid w:val="00145504"/>
    <w:rsid w:val="00145830"/>
    <w:rsid w:val="00146784"/>
    <w:rsid w:val="00146CA9"/>
    <w:rsid w:val="00150151"/>
    <w:rsid w:val="0015024A"/>
    <w:rsid w:val="00150E68"/>
    <w:rsid w:val="00152CF0"/>
    <w:rsid w:val="00156336"/>
    <w:rsid w:val="0015660F"/>
    <w:rsid w:val="00156D8B"/>
    <w:rsid w:val="00157CAC"/>
    <w:rsid w:val="00162113"/>
    <w:rsid w:val="00165333"/>
    <w:rsid w:val="00171ABD"/>
    <w:rsid w:val="00173850"/>
    <w:rsid w:val="0017642C"/>
    <w:rsid w:val="0018110F"/>
    <w:rsid w:val="00181EC3"/>
    <w:rsid w:val="00181ED8"/>
    <w:rsid w:val="0018208D"/>
    <w:rsid w:val="001824E1"/>
    <w:rsid w:val="00184DFE"/>
    <w:rsid w:val="00185758"/>
    <w:rsid w:val="00186004"/>
    <w:rsid w:val="00186992"/>
    <w:rsid w:val="00186A42"/>
    <w:rsid w:val="00186D65"/>
    <w:rsid w:val="0019086D"/>
    <w:rsid w:val="00191429"/>
    <w:rsid w:val="001914D9"/>
    <w:rsid w:val="001923AF"/>
    <w:rsid w:val="0019263B"/>
    <w:rsid w:val="001951E2"/>
    <w:rsid w:val="00196122"/>
    <w:rsid w:val="001A17E4"/>
    <w:rsid w:val="001A1D07"/>
    <w:rsid w:val="001A218D"/>
    <w:rsid w:val="001A286B"/>
    <w:rsid w:val="001A33AC"/>
    <w:rsid w:val="001A39BE"/>
    <w:rsid w:val="001A45AF"/>
    <w:rsid w:val="001A6ECE"/>
    <w:rsid w:val="001A6F26"/>
    <w:rsid w:val="001B3A0D"/>
    <w:rsid w:val="001B54C3"/>
    <w:rsid w:val="001B66B7"/>
    <w:rsid w:val="001B6AD3"/>
    <w:rsid w:val="001C05D3"/>
    <w:rsid w:val="001C1D5B"/>
    <w:rsid w:val="001C29B6"/>
    <w:rsid w:val="001C3A74"/>
    <w:rsid w:val="001C40C2"/>
    <w:rsid w:val="001C4DD3"/>
    <w:rsid w:val="001C5A07"/>
    <w:rsid w:val="001C5CD2"/>
    <w:rsid w:val="001C6EF5"/>
    <w:rsid w:val="001C7D07"/>
    <w:rsid w:val="001D0E6A"/>
    <w:rsid w:val="001D215D"/>
    <w:rsid w:val="001D4555"/>
    <w:rsid w:val="001D5129"/>
    <w:rsid w:val="001D76B4"/>
    <w:rsid w:val="001D7960"/>
    <w:rsid w:val="001D7ED5"/>
    <w:rsid w:val="001E08D0"/>
    <w:rsid w:val="001E3D92"/>
    <w:rsid w:val="001E46F5"/>
    <w:rsid w:val="001E5757"/>
    <w:rsid w:val="001E675C"/>
    <w:rsid w:val="001E6C2F"/>
    <w:rsid w:val="001F1214"/>
    <w:rsid w:val="001F2E81"/>
    <w:rsid w:val="001F4EEA"/>
    <w:rsid w:val="001F4EFC"/>
    <w:rsid w:val="001F65A4"/>
    <w:rsid w:val="002002FA"/>
    <w:rsid w:val="0020095B"/>
    <w:rsid w:val="00200AE3"/>
    <w:rsid w:val="00200E0D"/>
    <w:rsid w:val="0020211B"/>
    <w:rsid w:val="00202A72"/>
    <w:rsid w:val="002033E1"/>
    <w:rsid w:val="002039AB"/>
    <w:rsid w:val="00204B9D"/>
    <w:rsid w:val="00204DCE"/>
    <w:rsid w:val="002052B4"/>
    <w:rsid w:val="00206431"/>
    <w:rsid w:val="002077AC"/>
    <w:rsid w:val="00207A53"/>
    <w:rsid w:val="00210D56"/>
    <w:rsid w:val="00212E78"/>
    <w:rsid w:val="00221D0C"/>
    <w:rsid w:val="0022359C"/>
    <w:rsid w:val="0022623C"/>
    <w:rsid w:val="00226E0E"/>
    <w:rsid w:val="00226E42"/>
    <w:rsid w:val="0022769C"/>
    <w:rsid w:val="00231AF4"/>
    <w:rsid w:val="002330C9"/>
    <w:rsid w:val="00233853"/>
    <w:rsid w:val="0023573B"/>
    <w:rsid w:val="00235D64"/>
    <w:rsid w:val="00236810"/>
    <w:rsid w:val="00236FDB"/>
    <w:rsid w:val="00237E47"/>
    <w:rsid w:val="00241317"/>
    <w:rsid w:val="002416AA"/>
    <w:rsid w:val="00241C8F"/>
    <w:rsid w:val="002423B7"/>
    <w:rsid w:val="002433C5"/>
    <w:rsid w:val="002468F4"/>
    <w:rsid w:val="00246DCC"/>
    <w:rsid w:val="00247044"/>
    <w:rsid w:val="002511E6"/>
    <w:rsid w:val="002519BC"/>
    <w:rsid w:val="002525B1"/>
    <w:rsid w:val="002541F5"/>
    <w:rsid w:val="002542F3"/>
    <w:rsid w:val="002546F3"/>
    <w:rsid w:val="002552A7"/>
    <w:rsid w:val="00255966"/>
    <w:rsid w:val="00260587"/>
    <w:rsid w:val="002613A7"/>
    <w:rsid w:val="002614B5"/>
    <w:rsid w:val="00261D10"/>
    <w:rsid w:val="0026527C"/>
    <w:rsid w:val="00265D6E"/>
    <w:rsid w:val="002667E6"/>
    <w:rsid w:val="00267C05"/>
    <w:rsid w:val="00267EDA"/>
    <w:rsid w:val="002705D8"/>
    <w:rsid w:val="00270FA5"/>
    <w:rsid w:val="00271627"/>
    <w:rsid w:val="00272448"/>
    <w:rsid w:val="002724AB"/>
    <w:rsid w:val="00274D76"/>
    <w:rsid w:val="00275570"/>
    <w:rsid w:val="00280509"/>
    <w:rsid w:val="00281D15"/>
    <w:rsid w:val="00282317"/>
    <w:rsid w:val="002825F1"/>
    <w:rsid w:val="00286150"/>
    <w:rsid w:val="00287096"/>
    <w:rsid w:val="00292261"/>
    <w:rsid w:val="002941C1"/>
    <w:rsid w:val="002959C1"/>
    <w:rsid w:val="00296466"/>
    <w:rsid w:val="00296B5C"/>
    <w:rsid w:val="002A1135"/>
    <w:rsid w:val="002A3401"/>
    <w:rsid w:val="002A3630"/>
    <w:rsid w:val="002A5893"/>
    <w:rsid w:val="002A5AD0"/>
    <w:rsid w:val="002A614A"/>
    <w:rsid w:val="002A67A7"/>
    <w:rsid w:val="002A6C33"/>
    <w:rsid w:val="002A7E52"/>
    <w:rsid w:val="002B099F"/>
    <w:rsid w:val="002B1CC6"/>
    <w:rsid w:val="002B2D16"/>
    <w:rsid w:val="002B348D"/>
    <w:rsid w:val="002B40C1"/>
    <w:rsid w:val="002B45C1"/>
    <w:rsid w:val="002C0273"/>
    <w:rsid w:val="002C077B"/>
    <w:rsid w:val="002C1916"/>
    <w:rsid w:val="002C275C"/>
    <w:rsid w:val="002C2FBA"/>
    <w:rsid w:val="002C4461"/>
    <w:rsid w:val="002C744A"/>
    <w:rsid w:val="002D1307"/>
    <w:rsid w:val="002D4B09"/>
    <w:rsid w:val="002D4C35"/>
    <w:rsid w:val="002D4ED4"/>
    <w:rsid w:val="002D52D4"/>
    <w:rsid w:val="002D61B9"/>
    <w:rsid w:val="002D7A46"/>
    <w:rsid w:val="002E15F7"/>
    <w:rsid w:val="002E29EF"/>
    <w:rsid w:val="002E522F"/>
    <w:rsid w:val="002E5C58"/>
    <w:rsid w:val="002E67C0"/>
    <w:rsid w:val="002E6FCD"/>
    <w:rsid w:val="002E7DE6"/>
    <w:rsid w:val="002F00FA"/>
    <w:rsid w:val="002F0308"/>
    <w:rsid w:val="002F3B75"/>
    <w:rsid w:val="002F4756"/>
    <w:rsid w:val="002F5063"/>
    <w:rsid w:val="002F598E"/>
    <w:rsid w:val="002F5AF3"/>
    <w:rsid w:val="002F6A0A"/>
    <w:rsid w:val="002F6C39"/>
    <w:rsid w:val="003001CE"/>
    <w:rsid w:val="00304785"/>
    <w:rsid w:val="003049F9"/>
    <w:rsid w:val="00304DF3"/>
    <w:rsid w:val="00306DE3"/>
    <w:rsid w:val="00306F6A"/>
    <w:rsid w:val="00311AE6"/>
    <w:rsid w:val="003124B2"/>
    <w:rsid w:val="003129A1"/>
    <w:rsid w:val="003136EB"/>
    <w:rsid w:val="00313FF7"/>
    <w:rsid w:val="003151DC"/>
    <w:rsid w:val="00315C09"/>
    <w:rsid w:val="00316576"/>
    <w:rsid w:val="003202FE"/>
    <w:rsid w:val="00321CEB"/>
    <w:rsid w:val="003221B3"/>
    <w:rsid w:val="00322F3A"/>
    <w:rsid w:val="00323BDF"/>
    <w:rsid w:val="003245D7"/>
    <w:rsid w:val="00324F1C"/>
    <w:rsid w:val="00324F50"/>
    <w:rsid w:val="003279B8"/>
    <w:rsid w:val="00327AC9"/>
    <w:rsid w:val="0033177C"/>
    <w:rsid w:val="00331CC8"/>
    <w:rsid w:val="003328F9"/>
    <w:rsid w:val="00335AAA"/>
    <w:rsid w:val="00336BAC"/>
    <w:rsid w:val="00337038"/>
    <w:rsid w:val="00341EEB"/>
    <w:rsid w:val="00342036"/>
    <w:rsid w:val="00346425"/>
    <w:rsid w:val="00353F42"/>
    <w:rsid w:val="003557AA"/>
    <w:rsid w:val="00356EBB"/>
    <w:rsid w:val="00357532"/>
    <w:rsid w:val="00361718"/>
    <w:rsid w:val="0036222B"/>
    <w:rsid w:val="00363BCF"/>
    <w:rsid w:val="00364161"/>
    <w:rsid w:val="00364916"/>
    <w:rsid w:val="00365597"/>
    <w:rsid w:val="003657AD"/>
    <w:rsid w:val="003662E4"/>
    <w:rsid w:val="00370B1E"/>
    <w:rsid w:val="00372EF0"/>
    <w:rsid w:val="00373C16"/>
    <w:rsid w:val="003768CF"/>
    <w:rsid w:val="00377C1E"/>
    <w:rsid w:val="00381214"/>
    <w:rsid w:val="00381B17"/>
    <w:rsid w:val="00382789"/>
    <w:rsid w:val="003845B3"/>
    <w:rsid w:val="00384B07"/>
    <w:rsid w:val="00385221"/>
    <w:rsid w:val="0039280B"/>
    <w:rsid w:val="00392F82"/>
    <w:rsid w:val="00394248"/>
    <w:rsid w:val="003961D9"/>
    <w:rsid w:val="00396580"/>
    <w:rsid w:val="003A29FB"/>
    <w:rsid w:val="003A39B9"/>
    <w:rsid w:val="003A5AA0"/>
    <w:rsid w:val="003A5AFE"/>
    <w:rsid w:val="003A656C"/>
    <w:rsid w:val="003B1413"/>
    <w:rsid w:val="003B1793"/>
    <w:rsid w:val="003B2386"/>
    <w:rsid w:val="003B49D1"/>
    <w:rsid w:val="003B684E"/>
    <w:rsid w:val="003C022A"/>
    <w:rsid w:val="003C0743"/>
    <w:rsid w:val="003C07D8"/>
    <w:rsid w:val="003C1517"/>
    <w:rsid w:val="003C1C49"/>
    <w:rsid w:val="003C2C1F"/>
    <w:rsid w:val="003C492D"/>
    <w:rsid w:val="003C5318"/>
    <w:rsid w:val="003C656D"/>
    <w:rsid w:val="003C74B5"/>
    <w:rsid w:val="003D1F05"/>
    <w:rsid w:val="003D2B9C"/>
    <w:rsid w:val="003D3924"/>
    <w:rsid w:val="003D77FF"/>
    <w:rsid w:val="003E13CD"/>
    <w:rsid w:val="003E22E0"/>
    <w:rsid w:val="003E3267"/>
    <w:rsid w:val="003E4837"/>
    <w:rsid w:val="003E4DFE"/>
    <w:rsid w:val="003E558F"/>
    <w:rsid w:val="003E6D58"/>
    <w:rsid w:val="003F12A3"/>
    <w:rsid w:val="003F195A"/>
    <w:rsid w:val="003F27AE"/>
    <w:rsid w:val="003F3259"/>
    <w:rsid w:val="003F3F24"/>
    <w:rsid w:val="003F4E07"/>
    <w:rsid w:val="003F7989"/>
    <w:rsid w:val="0040118E"/>
    <w:rsid w:val="004060E6"/>
    <w:rsid w:val="00406673"/>
    <w:rsid w:val="004069AC"/>
    <w:rsid w:val="004070C7"/>
    <w:rsid w:val="00410979"/>
    <w:rsid w:val="00410E6D"/>
    <w:rsid w:val="004114AF"/>
    <w:rsid w:val="0041233D"/>
    <w:rsid w:val="00412B6E"/>
    <w:rsid w:val="00412C63"/>
    <w:rsid w:val="00412CA1"/>
    <w:rsid w:val="00413715"/>
    <w:rsid w:val="00415230"/>
    <w:rsid w:val="00417115"/>
    <w:rsid w:val="004172C3"/>
    <w:rsid w:val="004178A9"/>
    <w:rsid w:val="004179C2"/>
    <w:rsid w:val="00417DC3"/>
    <w:rsid w:val="0042206F"/>
    <w:rsid w:val="00422471"/>
    <w:rsid w:val="004227A8"/>
    <w:rsid w:val="00423FC0"/>
    <w:rsid w:val="004241C6"/>
    <w:rsid w:val="00425926"/>
    <w:rsid w:val="00425FBC"/>
    <w:rsid w:val="004303B8"/>
    <w:rsid w:val="00430656"/>
    <w:rsid w:val="00430DC9"/>
    <w:rsid w:val="004319D0"/>
    <w:rsid w:val="00431E0A"/>
    <w:rsid w:val="00432359"/>
    <w:rsid w:val="004336F2"/>
    <w:rsid w:val="004343B6"/>
    <w:rsid w:val="004358C4"/>
    <w:rsid w:val="0043618A"/>
    <w:rsid w:val="00436238"/>
    <w:rsid w:val="0043625B"/>
    <w:rsid w:val="00436694"/>
    <w:rsid w:val="00436725"/>
    <w:rsid w:val="00436C40"/>
    <w:rsid w:val="004400F0"/>
    <w:rsid w:val="004433D6"/>
    <w:rsid w:val="00443688"/>
    <w:rsid w:val="004443CF"/>
    <w:rsid w:val="004447AE"/>
    <w:rsid w:val="00446209"/>
    <w:rsid w:val="0044644B"/>
    <w:rsid w:val="00446C08"/>
    <w:rsid w:val="0045118E"/>
    <w:rsid w:val="0045167C"/>
    <w:rsid w:val="004518DB"/>
    <w:rsid w:val="0045191A"/>
    <w:rsid w:val="00451B34"/>
    <w:rsid w:val="00453717"/>
    <w:rsid w:val="0045649D"/>
    <w:rsid w:val="00457124"/>
    <w:rsid w:val="00460B63"/>
    <w:rsid w:val="00463A7B"/>
    <w:rsid w:val="00464B93"/>
    <w:rsid w:val="004658A0"/>
    <w:rsid w:val="004704D0"/>
    <w:rsid w:val="004741EE"/>
    <w:rsid w:val="00474359"/>
    <w:rsid w:val="00475175"/>
    <w:rsid w:val="00475611"/>
    <w:rsid w:val="00475FE4"/>
    <w:rsid w:val="00480518"/>
    <w:rsid w:val="00481728"/>
    <w:rsid w:val="00484734"/>
    <w:rsid w:val="004862D2"/>
    <w:rsid w:val="00487051"/>
    <w:rsid w:val="004919EB"/>
    <w:rsid w:val="00492C44"/>
    <w:rsid w:val="00492FE0"/>
    <w:rsid w:val="0049425A"/>
    <w:rsid w:val="00495DF6"/>
    <w:rsid w:val="00496830"/>
    <w:rsid w:val="004A079C"/>
    <w:rsid w:val="004A114B"/>
    <w:rsid w:val="004A2E89"/>
    <w:rsid w:val="004A3132"/>
    <w:rsid w:val="004A45BA"/>
    <w:rsid w:val="004A68AC"/>
    <w:rsid w:val="004A74C1"/>
    <w:rsid w:val="004A7A87"/>
    <w:rsid w:val="004A7CBF"/>
    <w:rsid w:val="004B4048"/>
    <w:rsid w:val="004C2EBB"/>
    <w:rsid w:val="004C4ECA"/>
    <w:rsid w:val="004C6BAE"/>
    <w:rsid w:val="004D14C3"/>
    <w:rsid w:val="004D168C"/>
    <w:rsid w:val="004D4777"/>
    <w:rsid w:val="004D5490"/>
    <w:rsid w:val="004D581E"/>
    <w:rsid w:val="004D74D1"/>
    <w:rsid w:val="004D7986"/>
    <w:rsid w:val="004D7A5D"/>
    <w:rsid w:val="004E146F"/>
    <w:rsid w:val="004E228B"/>
    <w:rsid w:val="004E2AB9"/>
    <w:rsid w:val="004E2EA2"/>
    <w:rsid w:val="004E4983"/>
    <w:rsid w:val="004E5A9E"/>
    <w:rsid w:val="004E7186"/>
    <w:rsid w:val="004F126C"/>
    <w:rsid w:val="004F135E"/>
    <w:rsid w:val="004F1400"/>
    <w:rsid w:val="004F2BF0"/>
    <w:rsid w:val="004F3D01"/>
    <w:rsid w:val="004F4470"/>
    <w:rsid w:val="004F51FC"/>
    <w:rsid w:val="004F698B"/>
    <w:rsid w:val="004F6EB2"/>
    <w:rsid w:val="004F787C"/>
    <w:rsid w:val="00500D95"/>
    <w:rsid w:val="00501821"/>
    <w:rsid w:val="005027A2"/>
    <w:rsid w:val="00502D6B"/>
    <w:rsid w:val="00503868"/>
    <w:rsid w:val="00503C82"/>
    <w:rsid w:val="00504C1B"/>
    <w:rsid w:val="00504F75"/>
    <w:rsid w:val="005067B2"/>
    <w:rsid w:val="00506902"/>
    <w:rsid w:val="00507C41"/>
    <w:rsid w:val="00507E8D"/>
    <w:rsid w:val="005103D7"/>
    <w:rsid w:val="00513545"/>
    <w:rsid w:val="00515FA4"/>
    <w:rsid w:val="00520980"/>
    <w:rsid w:val="00521BBF"/>
    <w:rsid w:val="00521BC9"/>
    <w:rsid w:val="00522465"/>
    <w:rsid w:val="005227DD"/>
    <w:rsid w:val="00524443"/>
    <w:rsid w:val="00524D53"/>
    <w:rsid w:val="00524FDA"/>
    <w:rsid w:val="005251F6"/>
    <w:rsid w:val="00530009"/>
    <w:rsid w:val="00530606"/>
    <w:rsid w:val="00531896"/>
    <w:rsid w:val="00535ABD"/>
    <w:rsid w:val="0053662E"/>
    <w:rsid w:val="00537CC8"/>
    <w:rsid w:val="005409AE"/>
    <w:rsid w:val="00542D8C"/>
    <w:rsid w:val="0054442E"/>
    <w:rsid w:val="005446EA"/>
    <w:rsid w:val="005453D4"/>
    <w:rsid w:val="00546555"/>
    <w:rsid w:val="0054656C"/>
    <w:rsid w:val="00546681"/>
    <w:rsid w:val="00546703"/>
    <w:rsid w:val="00546EC9"/>
    <w:rsid w:val="00547389"/>
    <w:rsid w:val="00547524"/>
    <w:rsid w:val="00551A1F"/>
    <w:rsid w:val="00552724"/>
    <w:rsid w:val="005540F3"/>
    <w:rsid w:val="0055432B"/>
    <w:rsid w:val="00555CDD"/>
    <w:rsid w:val="00561963"/>
    <w:rsid w:val="005666F1"/>
    <w:rsid w:val="0056711E"/>
    <w:rsid w:val="00567F2F"/>
    <w:rsid w:val="0057214B"/>
    <w:rsid w:val="00572D1D"/>
    <w:rsid w:val="00573CF0"/>
    <w:rsid w:val="00577988"/>
    <w:rsid w:val="005807CD"/>
    <w:rsid w:val="00581B6C"/>
    <w:rsid w:val="00581BE7"/>
    <w:rsid w:val="005869EB"/>
    <w:rsid w:val="00591492"/>
    <w:rsid w:val="005920CE"/>
    <w:rsid w:val="00592624"/>
    <w:rsid w:val="00593EEB"/>
    <w:rsid w:val="00594CA8"/>
    <w:rsid w:val="00596F34"/>
    <w:rsid w:val="005A3583"/>
    <w:rsid w:val="005A6637"/>
    <w:rsid w:val="005A6CFC"/>
    <w:rsid w:val="005B3A62"/>
    <w:rsid w:val="005B3E77"/>
    <w:rsid w:val="005B4C01"/>
    <w:rsid w:val="005C0D0C"/>
    <w:rsid w:val="005C1517"/>
    <w:rsid w:val="005C3E06"/>
    <w:rsid w:val="005C4F3B"/>
    <w:rsid w:val="005C60BA"/>
    <w:rsid w:val="005C6E07"/>
    <w:rsid w:val="005D11B8"/>
    <w:rsid w:val="005D218C"/>
    <w:rsid w:val="005E2826"/>
    <w:rsid w:val="005E39DA"/>
    <w:rsid w:val="005E614B"/>
    <w:rsid w:val="005E7121"/>
    <w:rsid w:val="005E7679"/>
    <w:rsid w:val="005F005A"/>
    <w:rsid w:val="005F0A79"/>
    <w:rsid w:val="005F173B"/>
    <w:rsid w:val="005F186B"/>
    <w:rsid w:val="005F2F6D"/>
    <w:rsid w:val="005F3F07"/>
    <w:rsid w:val="005F468A"/>
    <w:rsid w:val="005F4CA2"/>
    <w:rsid w:val="005F5C4C"/>
    <w:rsid w:val="005F62AE"/>
    <w:rsid w:val="005F6499"/>
    <w:rsid w:val="005F7540"/>
    <w:rsid w:val="005F7875"/>
    <w:rsid w:val="00600CB4"/>
    <w:rsid w:val="006040DF"/>
    <w:rsid w:val="006042BE"/>
    <w:rsid w:val="00605535"/>
    <w:rsid w:val="006066F2"/>
    <w:rsid w:val="00607F93"/>
    <w:rsid w:val="0061051C"/>
    <w:rsid w:val="00611A35"/>
    <w:rsid w:val="00612B16"/>
    <w:rsid w:val="006141F0"/>
    <w:rsid w:val="00614CC9"/>
    <w:rsid w:val="00615C6F"/>
    <w:rsid w:val="006175BF"/>
    <w:rsid w:val="006175F9"/>
    <w:rsid w:val="006178E0"/>
    <w:rsid w:val="00620FA2"/>
    <w:rsid w:val="006216C3"/>
    <w:rsid w:val="006223A3"/>
    <w:rsid w:val="00623A26"/>
    <w:rsid w:val="00623EBD"/>
    <w:rsid w:val="006338EF"/>
    <w:rsid w:val="00633CAA"/>
    <w:rsid w:val="00635F7A"/>
    <w:rsid w:val="00636149"/>
    <w:rsid w:val="00641921"/>
    <w:rsid w:val="00642035"/>
    <w:rsid w:val="006429A4"/>
    <w:rsid w:val="00644A67"/>
    <w:rsid w:val="0064634A"/>
    <w:rsid w:val="00647BF7"/>
    <w:rsid w:val="00650858"/>
    <w:rsid w:val="006517FB"/>
    <w:rsid w:val="00652E49"/>
    <w:rsid w:val="00655ECB"/>
    <w:rsid w:val="0065711C"/>
    <w:rsid w:val="00660E6B"/>
    <w:rsid w:val="006623CB"/>
    <w:rsid w:val="00667F68"/>
    <w:rsid w:val="0067096A"/>
    <w:rsid w:val="00670CAD"/>
    <w:rsid w:val="00670ECE"/>
    <w:rsid w:val="0067142C"/>
    <w:rsid w:val="00671600"/>
    <w:rsid w:val="00672402"/>
    <w:rsid w:val="00673212"/>
    <w:rsid w:val="00673CD3"/>
    <w:rsid w:val="0067609E"/>
    <w:rsid w:val="00676362"/>
    <w:rsid w:val="00680101"/>
    <w:rsid w:val="00683AF0"/>
    <w:rsid w:val="00683C56"/>
    <w:rsid w:val="00684452"/>
    <w:rsid w:val="00687052"/>
    <w:rsid w:val="00687C66"/>
    <w:rsid w:val="00690190"/>
    <w:rsid w:val="006926A2"/>
    <w:rsid w:val="006934EC"/>
    <w:rsid w:val="006A3184"/>
    <w:rsid w:val="006A4998"/>
    <w:rsid w:val="006A4D66"/>
    <w:rsid w:val="006A4E18"/>
    <w:rsid w:val="006A63DB"/>
    <w:rsid w:val="006A6C0E"/>
    <w:rsid w:val="006B0847"/>
    <w:rsid w:val="006B08B1"/>
    <w:rsid w:val="006B3130"/>
    <w:rsid w:val="006B36AD"/>
    <w:rsid w:val="006B3BD5"/>
    <w:rsid w:val="006B62F9"/>
    <w:rsid w:val="006B7342"/>
    <w:rsid w:val="006B7921"/>
    <w:rsid w:val="006C1517"/>
    <w:rsid w:val="006C2FE3"/>
    <w:rsid w:val="006C34C7"/>
    <w:rsid w:val="006C4168"/>
    <w:rsid w:val="006C7CB9"/>
    <w:rsid w:val="006D03D7"/>
    <w:rsid w:val="006D0A0B"/>
    <w:rsid w:val="006D2156"/>
    <w:rsid w:val="006D5251"/>
    <w:rsid w:val="006D68FF"/>
    <w:rsid w:val="006D786F"/>
    <w:rsid w:val="006E29E5"/>
    <w:rsid w:val="006E38CE"/>
    <w:rsid w:val="006E4196"/>
    <w:rsid w:val="006E43E9"/>
    <w:rsid w:val="006E64F9"/>
    <w:rsid w:val="006E6C3D"/>
    <w:rsid w:val="006E7B1F"/>
    <w:rsid w:val="006F0A49"/>
    <w:rsid w:val="006F2A86"/>
    <w:rsid w:val="006F3021"/>
    <w:rsid w:val="006F5576"/>
    <w:rsid w:val="006F6825"/>
    <w:rsid w:val="006F7568"/>
    <w:rsid w:val="006F75A9"/>
    <w:rsid w:val="007028FB"/>
    <w:rsid w:val="00702B29"/>
    <w:rsid w:val="007035FF"/>
    <w:rsid w:val="00703D29"/>
    <w:rsid w:val="007058D4"/>
    <w:rsid w:val="00705916"/>
    <w:rsid w:val="0070628F"/>
    <w:rsid w:val="007104E1"/>
    <w:rsid w:val="00711439"/>
    <w:rsid w:val="00711FAB"/>
    <w:rsid w:val="00713D84"/>
    <w:rsid w:val="0071485E"/>
    <w:rsid w:val="00715601"/>
    <w:rsid w:val="00715A5A"/>
    <w:rsid w:val="00715DDC"/>
    <w:rsid w:val="007201A5"/>
    <w:rsid w:val="0072414E"/>
    <w:rsid w:val="00724CAE"/>
    <w:rsid w:val="007262A5"/>
    <w:rsid w:val="00727120"/>
    <w:rsid w:val="007309BA"/>
    <w:rsid w:val="007326F7"/>
    <w:rsid w:val="00732BFE"/>
    <w:rsid w:val="00732C50"/>
    <w:rsid w:val="0073384C"/>
    <w:rsid w:val="007361A2"/>
    <w:rsid w:val="007409F0"/>
    <w:rsid w:val="00741229"/>
    <w:rsid w:val="00742DA8"/>
    <w:rsid w:val="0074380F"/>
    <w:rsid w:val="00744443"/>
    <w:rsid w:val="00744944"/>
    <w:rsid w:val="007449FC"/>
    <w:rsid w:val="00744EED"/>
    <w:rsid w:val="00746487"/>
    <w:rsid w:val="00754C7F"/>
    <w:rsid w:val="0075546E"/>
    <w:rsid w:val="007557BE"/>
    <w:rsid w:val="00756972"/>
    <w:rsid w:val="00756A47"/>
    <w:rsid w:val="00757C15"/>
    <w:rsid w:val="0076011D"/>
    <w:rsid w:val="0076049C"/>
    <w:rsid w:val="007606EA"/>
    <w:rsid w:val="00762C09"/>
    <w:rsid w:val="00764A89"/>
    <w:rsid w:val="00765289"/>
    <w:rsid w:val="007658FA"/>
    <w:rsid w:val="00766868"/>
    <w:rsid w:val="00766F60"/>
    <w:rsid w:val="00767751"/>
    <w:rsid w:val="00772C37"/>
    <w:rsid w:val="00773CC8"/>
    <w:rsid w:val="00773E3C"/>
    <w:rsid w:val="007747F0"/>
    <w:rsid w:val="0077586D"/>
    <w:rsid w:val="00775F11"/>
    <w:rsid w:val="0077635A"/>
    <w:rsid w:val="00776B9A"/>
    <w:rsid w:val="00776EAB"/>
    <w:rsid w:val="00780366"/>
    <w:rsid w:val="00780817"/>
    <w:rsid w:val="0078141B"/>
    <w:rsid w:val="007821A0"/>
    <w:rsid w:val="00784057"/>
    <w:rsid w:val="0078436E"/>
    <w:rsid w:val="00784C00"/>
    <w:rsid w:val="007862E3"/>
    <w:rsid w:val="00786895"/>
    <w:rsid w:val="00791BF0"/>
    <w:rsid w:val="007924B7"/>
    <w:rsid w:val="00793028"/>
    <w:rsid w:val="00793C65"/>
    <w:rsid w:val="00794102"/>
    <w:rsid w:val="0079460A"/>
    <w:rsid w:val="00796394"/>
    <w:rsid w:val="007A27F4"/>
    <w:rsid w:val="007A497F"/>
    <w:rsid w:val="007A640E"/>
    <w:rsid w:val="007A7992"/>
    <w:rsid w:val="007B0549"/>
    <w:rsid w:val="007B0DDA"/>
    <w:rsid w:val="007B1015"/>
    <w:rsid w:val="007B1A4D"/>
    <w:rsid w:val="007B440D"/>
    <w:rsid w:val="007B4A18"/>
    <w:rsid w:val="007B5972"/>
    <w:rsid w:val="007B7497"/>
    <w:rsid w:val="007B7F67"/>
    <w:rsid w:val="007C08B2"/>
    <w:rsid w:val="007C12F3"/>
    <w:rsid w:val="007C158D"/>
    <w:rsid w:val="007C2935"/>
    <w:rsid w:val="007C787E"/>
    <w:rsid w:val="007D0211"/>
    <w:rsid w:val="007D02E6"/>
    <w:rsid w:val="007D1287"/>
    <w:rsid w:val="007D397A"/>
    <w:rsid w:val="007D4E49"/>
    <w:rsid w:val="007E1BEA"/>
    <w:rsid w:val="007E255C"/>
    <w:rsid w:val="007E39CF"/>
    <w:rsid w:val="007E3B71"/>
    <w:rsid w:val="007E5535"/>
    <w:rsid w:val="007E5B9F"/>
    <w:rsid w:val="007F0B44"/>
    <w:rsid w:val="007F0B97"/>
    <w:rsid w:val="007F1448"/>
    <w:rsid w:val="007F42FC"/>
    <w:rsid w:val="007F4910"/>
    <w:rsid w:val="007F5B11"/>
    <w:rsid w:val="007F6739"/>
    <w:rsid w:val="00801C6A"/>
    <w:rsid w:val="00801D72"/>
    <w:rsid w:val="00802249"/>
    <w:rsid w:val="0080231E"/>
    <w:rsid w:val="00802D3F"/>
    <w:rsid w:val="008031AA"/>
    <w:rsid w:val="00803A24"/>
    <w:rsid w:val="00803B1A"/>
    <w:rsid w:val="00812EB5"/>
    <w:rsid w:val="00813BE8"/>
    <w:rsid w:val="00816039"/>
    <w:rsid w:val="00816C34"/>
    <w:rsid w:val="008172F7"/>
    <w:rsid w:val="00823698"/>
    <w:rsid w:val="00824158"/>
    <w:rsid w:val="00824C9B"/>
    <w:rsid w:val="0083074E"/>
    <w:rsid w:val="00830806"/>
    <w:rsid w:val="00833184"/>
    <w:rsid w:val="0083494D"/>
    <w:rsid w:val="00835B60"/>
    <w:rsid w:val="00836CEC"/>
    <w:rsid w:val="008375CA"/>
    <w:rsid w:val="008412C8"/>
    <w:rsid w:val="00841E89"/>
    <w:rsid w:val="008421F4"/>
    <w:rsid w:val="008431D0"/>
    <w:rsid w:val="00843A14"/>
    <w:rsid w:val="00845BB3"/>
    <w:rsid w:val="00846A29"/>
    <w:rsid w:val="0085025B"/>
    <w:rsid w:val="008507F2"/>
    <w:rsid w:val="00851BB0"/>
    <w:rsid w:val="00852E4E"/>
    <w:rsid w:val="00852FD0"/>
    <w:rsid w:val="00853054"/>
    <w:rsid w:val="00853693"/>
    <w:rsid w:val="0085414E"/>
    <w:rsid w:val="0085472F"/>
    <w:rsid w:val="00854B56"/>
    <w:rsid w:val="00854C3A"/>
    <w:rsid w:val="00854C82"/>
    <w:rsid w:val="00854D4E"/>
    <w:rsid w:val="008554FF"/>
    <w:rsid w:val="008569D8"/>
    <w:rsid w:val="00861168"/>
    <w:rsid w:val="00863939"/>
    <w:rsid w:val="008639B1"/>
    <w:rsid w:val="00863DDF"/>
    <w:rsid w:val="008657DA"/>
    <w:rsid w:val="008708EF"/>
    <w:rsid w:val="00872968"/>
    <w:rsid w:val="00874BA4"/>
    <w:rsid w:val="008758EE"/>
    <w:rsid w:val="0087613E"/>
    <w:rsid w:val="008764B1"/>
    <w:rsid w:val="00877667"/>
    <w:rsid w:val="008778CC"/>
    <w:rsid w:val="0088009E"/>
    <w:rsid w:val="00881682"/>
    <w:rsid w:val="00881FF8"/>
    <w:rsid w:val="00884A43"/>
    <w:rsid w:val="00885429"/>
    <w:rsid w:val="0088761D"/>
    <w:rsid w:val="008A10DC"/>
    <w:rsid w:val="008A1199"/>
    <w:rsid w:val="008A1AB2"/>
    <w:rsid w:val="008A21EE"/>
    <w:rsid w:val="008A295F"/>
    <w:rsid w:val="008A2CD5"/>
    <w:rsid w:val="008A319A"/>
    <w:rsid w:val="008A31E1"/>
    <w:rsid w:val="008A349B"/>
    <w:rsid w:val="008A7520"/>
    <w:rsid w:val="008A7B4F"/>
    <w:rsid w:val="008B084D"/>
    <w:rsid w:val="008B2E76"/>
    <w:rsid w:val="008B3B25"/>
    <w:rsid w:val="008B4ED9"/>
    <w:rsid w:val="008B528A"/>
    <w:rsid w:val="008B7451"/>
    <w:rsid w:val="008B7DBA"/>
    <w:rsid w:val="008C08D8"/>
    <w:rsid w:val="008C1AE0"/>
    <w:rsid w:val="008C1BF1"/>
    <w:rsid w:val="008C39A9"/>
    <w:rsid w:val="008C42E2"/>
    <w:rsid w:val="008C4782"/>
    <w:rsid w:val="008C65AA"/>
    <w:rsid w:val="008D0422"/>
    <w:rsid w:val="008D0839"/>
    <w:rsid w:val="008D29C7"/>
    <w:rsid w:val="008D4182"/>
    <w:rsid w:val="008D614A"/>
    <w:rsid w:val="008D6A3B"/>
    <w:rsid w:val="008D7CC0"/>
    <w:rsid w:val="008E03D5"/>
    <w:rsid w:val="008E0B09"/>
    <w:rsid w:val="008E1C19"/>
    <w:rsid w:val="008E5136"/>
    <w:rsid w:val="008E6075"/>
    <w:rsid w:val="008E6B71"/>
    <w:rsid w:val="008F2B04"/>
    <w:rsid w:val="008F4385"/>
    <w:rsid w:val="008F4AEE"/>
    <w:rsid w:val="008F5EFC"/>
    <w:rsid w:val="008F77FB"/>
    <w:rsid w:val="009002F6"/>
    <w:rsid w:val="00900942"/>
    <w:rsid w:val="00900B39"/>
    <w:rsid w:val="009011D0"/>
    <w:rsid w:val="009024F9"/>
    <w:rsid w:val="009037BD"/>
    <w:rsid w:val="009173D1"/>
    <w:rsid w:val="00921A59"/>
    <w:rsid w:val="00923D40"/>
    <w:rsid w:val="00924B1F"/>
    <w:rsid w:val="00925D05"/>
    <w:rsid w:val="0092766F"/>
    <w:rsid w:val="00930B9B"/>
    <w:rsid w:val="009340FC"/>
    <w:rsid w:val="00937ADB"/>
    <w:rsid w:val="00942355"/>
    <w:rsid w:val="0094294F"/>
    <w:rsid w:val="009438B8"/>
    <w:rsid w:val="00944AC5"/>
    <w:rsid w:val="009465F1"/>
    <w:rsid w:val="00946733"/>
    <w:rsid w:val="00947181"/>
    <w:rsid w:val="009528A1"/>
    <w:rsid w:val="00952920"/>
    <w:rsid w:val="009533AB"/>
    <w:rsid w:val="009535A3"/>
    <w:rsid w:val="0095778A"/>
    <w:rsid w:val="00957A35"/>
    <w:rsid w:val="00961E33"/>
    <w:rsid w:val="0096240A"/>
    <w:rsid w:val="009644D3"/>
    <w:rsid w:val="00966B68"/>
    <w:rsid w:val="00966F01"/>
    <w:rsid w:val="00971678"/>
    <w:rsid w:val="0097205F"/>
    <w:rsid w:val="0097217B"/>
    <w:rsid w:val="009735B4"/>
    <w:rsid w:val="00973C78"/>
    <w:rsid w:val="0097620D"/>
    <w:rsid w:val="00977582"/>
    <w:rsid w:val="0098080E"/>
    <w:rsid w:val="0098112C"/>
    <w:rsid w:val="00983EF9"/>
    <w:rsid w:val="0098534B"/>
    <w:rsid w:val="00987BB6"/>
    <w:rsid w:val="00990996"/>
    <w:rsid w:val="009909E8"/>
    <w:rsid w:val="009A16B9"/>
    <w:rsid w:val="009A291C"/>
    <w:rsid w:val="009A3BBF"/>
    <w:rsid w:val="009A46FA"/>
    <w:rsid w:val="009B1152"/>
    <w:rsid w:val="009B138F"/>
    <w:rsid w:val="009B18FD"/>
    <w:rsid w:val="009B2E1D"/>
    <w:rsid w:val="009B316C"/>
    <w:rsid w:val="009B4DA7"/>
    <w:rsid w:val="009B6C5B"/>
    <w:rsid w:val="009C0F12"/>
    <w:rsid w:val="009C23B1"/>
    <w:rsid w:val="009C3CE1"/>
    <w:rsid w:val="009C5281"/>
    <w:rsid w:val="009C5A1E"/>
    <w:rsid w:val="009C624A"/>
    <w:rsid w:val="009C700C"/>
    <w:rsid w:val="009C74BF"/>
    <w:rsid w:val="009C764E"/>
    <w:rsid w:val="009C7926"/>
    <w:rsid w:val="009D374C"/>
    <w:rsid w:val="009D488A"/>
    <w:rsid w:val="009D559B"/>
    <w:rsid w:val="009E097A"/>
    <w:rsid w:val="009E0E0F"/>
    <w:rsid w:val="009E3DED"/>
    <w:rsid w:val="009F07D4"/>
    <w:rsid w:val="009F3FD2"/>
    <w:rsid w:val="009F44C0"/>
    <w:rsid w:val="00A041A8"/>
    <w:rsid w:val="00A066C8"/>
    <w:rsid w:val="00A06903"/>
    <w:rsid w:val="00A13D30"/>
    <w:rsid w:val="00A1450B"/>
    <w:rsid w:val="00A207D5"/>
    <w:rsid w:val="00A22FD8"/>
    <w:rsid w:val="00A23CB6"/>
    <w:rsid w:val="00A24223"/>
    <w:rsid w:val="00A24A4A"/>
    <w:rsid w:val="00A26140"/>
    <w:rsid w:val="00A31646"/>
    <w:rsid w:val="00A31BBD"/>
    <w:rsid w:val="00A322ED"/>
    <w:rsid w:val="00A335F9"/>
    <w:rsid w:val="00A33AA0"/>
    <w:rsid w:val="00A33B44"/>
    <w:rsid w:val="00A33BFD"/>
    <w:rsid w:val="00A35FEC"/>
    <w:rsid w:val="00A40BE3"/>
    <w:rsid w:val="00A4326F"/>
    <w:rsid w:val="00A44F17"/>
    <w:rsid w:val="00A451B1"/>
    <w:rsid w:val="00A45429"/>
    <w:rsid w:val="00A45479"/>
    <w:rsid w:val="00A51223"/>
    <w:rsid w:val="00A51BFA"/>
    <w:rsid w:val="00A53379"/>
    <w:rsid w:val="00A53873"/>
    <w:rsid w:val="00A60924"/>
    <w:rsid w:val="00A6127F"/>
    <w:rsid w:val="00A62FC7"/>
    <w:rsid w:val="00A63874"/>
    <w:rsid w:val="00A64A8B"/>
    <w:rsid w:val="00A67064"/>
    <w:rsid w:val="00A67614"/>
    <w:rsid w:val="00A7066F"/>
    <w:rsid w:val="00A71136"/>
    <w:rsid w:val="00A71C7A"/>
    <w:rsid w:val="00A72273"/>
    <w:rsid w:val="00A72C0A"/>
    <w:rsid w:val="00A73ECB"/>
    <w:rsid w:val="00A74079"/>
    <w:rsid w:val="00A763AA"/>
    <w:rsid w:val="00A80EB2"/>
    <w:rsid w:val="00A819EA"/>
    <w:rsid w:val="00A84A5E"/>
    <w:rsid w:val="00A8500F"/>
    <w:rsid w:val="00A85408"/>
    <w:rsid w:val="00A87B81"/>
    <w:rsid w:val="00A914D3"/>
    <w:rsid w:val="00A94E64"/>
    <w:rsid w:val="00A96B97"/>
    <w:rsid w:val="00A97A37"/>
    <w:rsid w:val="00AA11A5"/>
    <w:rsid w:val="00AA1BA7"/>
    <w:rsid w:val="00AA21C3"/>
    <w:rsid w:val="00AA3A87"/>
    <w:rsid w:val="00AA6EAB"/>
    <w:rsid w:val="00AA7EFB"/>
    <w:rsid w:val="00AB081F"/>
    <w:rsid w:val="00AB10AA"/>
    <w:rsid w:val="00AB27E7"/>
    <w:rsid w:val="00AB53B7"/>
    <w:rsid w:val="00AB5D4B"/>
    <w:rsid w:val="00AB7350"/>
    <w:rsid w:val="00AB7FFC"/>
    <w:rsid w:val="00AC09AB"/>
    <w:rsid w:val="00AC0ADB"/>
    <w:rsid w:val="00AC10FC"/>
    <w:rsid w:val="00AC2EFE"/>
    <w:rsid w:val="00AC4658"/>
    <w:rsid w:val="00AC5470"/>
    <w:rsid w:val="00AC5BDF"/>
    <w:rsid w:val="00AD0155"/>
    <w:rsid w:val="00AD05A3"/>
    <w:rsid w:val="00AD24EA"/>
    <w:rsid w:val="00AD4ABD"/>
    <w:rsid w:val="00AD4D51"/>
    <w:rsid w:val="00AD647E"/>
    <w:rsid w:val="00AE0896"/>
    <w:rsid w:val="00AE0A10"/>
    <w:rsid w:val="00AE0D64"/>
    <w:rsid w:val="00AE11B8"/>
    <w:rsid w:val="00AE149A"/>
    <w:rsid w:val="00AE1520"/>
    <w:rsid w:val="00AE27DF"/>
    <w:rsid w:val="00AE2956"/>
    <w:rsid w:val="00AE37D2"/>
    <w:rsid w:val="00AE3B68"/>
    <w:rsid w:val="00AE5968"/>
    <w:rsid w:val="00AE6505"/>
    <w:rsid w:val="00AE7767"/>
    <w:rsid w:val="00AE7AEB"/>
    <w:rsid w:val="00AF0DB6"/>
    <w:rsid w:val="00AF1B3C"/>
    <w:rsid w:val="00AF1E43"/>
    <w:rsid w:val="00AF2039"/>
    <w:rsid w:val="00AF3DDB"/>
    <w:rsid w:val="00AF4352"/>
    <w:rsid w:val="00B0202A"/>
    <w:rsid w:val="00B04FA6"/>
    <w:rsid w:val="00B05088"/>
    <w:rsid w:val="00B058B1"/>
    <w:rsid w:val="00B07293"/>
    <w:rsid w:val="00B107CC"/>
    <w:rsid w:val="00B11FB7"/>
    <w:rsid w:val="00B1268D"/>
    <w:rsid w:val="00B13771"/>
    <w:rsid w:val="00B169C3"/>
    <w:rsid w:val="00B16B22"/>
    <w:rsid w:val="00B17BA6"/>
    <w:rsid w:val="00B20E4D"/>
    <w:rsid w:val="00B22196"/>
    <w:rsid w:val="00B22A1A"/>
    <w:rsid w:val="00B25460"/>
    <w:rsid w:val="00B25EFE"/>
    <w:rsid w:val="00B265BF"/>
    <w:rsid w:val="00B300EE"/>
    <w:rsid w:val="00B32B07"/>
    <w:rsid w:val="00B331BF"/>
    <w:rsid w:val="00B34679"/>
    <w:rsid w:val="00B34B3B"/>
    <w:rsid w:val="00B361B8"/>
    <w:rsid w:val="00B37275"/>
    <w:rsid w:val="00B37DE4"/>
    <w:rsid w:val="00B41CDC"/>
    <w:rsid w:val="00B42867"/>
    <w:rsid w:val="00B430E5"/>
    <w:rsid w:val="00B4395D"/>
    <w:rsid w:val="00B44A1F"/>
    <w:rsid w:val="00B44B9F"/>
    <w:rsid w:val="00B466B3"/>
    <w:rsid w:val="00B46C19"/>
    <w:rsid w:val="00B47793"/>
    <w:rsid w:val="00B518AB"/>
    <w:rsid w:val="00B522B1"/>
    <w:rsid w:val="00B55B71"/>
    <w:rsid w:val="00B62974"/>
    <w:rsid w:val="00B642C6"/>
    <w:rsid w:val="00B715B5"/>
    <w:rsid w:val="00B72086"/>
    <w:rsid w:val="00B73CED"/>
    <w:rsid w:val="00B74CE8"/>
    <w:rsid w:val="00B76908"/>
    <w:rsid w:val="00B769AB"/>
    <w:rsid w:val="00B770B2"/>
    <w:rsid w:val="00B77781"/>
    <w:rsid w:val="00B802BB"/>
    <w:rsid w:val="00B8218C"/>
    <w:rsid w:val="00B82E80"/>
    <w:rsid w:val="00B83F14"/>
    <w:rsid w:val="00B868F2"/>
    <w:rsid w:val="00B876CE"/>
    <w:rsid w:val="00B90147"/>
    <w:rsid w:val="00B904DB"/>
    <w:rsid w:val="00B92A02"/>
    <w:rsid w:val="00B95E08"/>
    <w:rsid w:val="00B96796"/>
    <w:rsid w:val="00B96B6E"/>
    <w:rsid w:val="00B97516"/>
    <w:rsid w:val="00B97EE3"/>
    <w:rsid w:val="00BA0677"/>
    <w:rsid w:val="00BA2D51"/>
    <w:rsid w:val="00BA4566"/>
    <w:rsid w:val="00BA4B74"/>
    <w:rsid w:val="00BA5274"/>
    <w:rsid w:val="00BA5B7B"/>
    <w:rsid w:val="00BA7DAA"/>
    <w:rsid w:val="00BB2EBC"/>
    <w:rsid w:val="00BB5D56"/>
    <w:rsid w:val="00BB6316"/>
    <w:rsid w:val="00BB7DCD"/>
    <w:rsid w:val="00BC24ED"/>
    <w:rsid w:val="00BC5EF2"/>
    <w:rsid w:val="00BC605D"/>
    <w:rsid w:val="00BD0CC6"/>
    <w:rsid w:val="00BD1FBD"/>
    <w:rsid w:val="00BD55D7"/>
    <w:rsid w:val="00BD7D35"/>
    <w:rsid w:val="00BE0285"/>
    <w:rsid w:val="00BE0629"/>
    <w:rsid w:val="00BE1460"/>
    <w:rsid w:val="00BE39C6"/>
    <w:rsid w:val="00BE6133"/>
    <w:rsid w:val="00BE7BD5"/>
    <w:rsid w:val="00BF0533"/>
    <w:rsid w:val="00BF08F8"/>
    <w:rsid w:val="00BF0D3D"/>
    <w:rsid w:val="00BF0DB1"/>
    <w:rsid w:val="00BF1C5A"/>
    <w:rsid w:val="00BF1F4F"/>
    <w:rsid w:val="00BF2902"/>
    <w:rsid w:val="00BF332C"/>
    <w:rsid w:val="00BF4995"/>
    <w:rsid w:val="00BF4AD1"/>
    <w:rsid w:val="00BF4F29"/>
    <w:rsid w:val="00BF5BD8"/>
    <w:rsid w:val="00BF7DE7"/>
    <w:rsid w:val="00C02474"/>
    <w:rsid w:val="00C037D4"/>
    <w:rsid w:val="00C03A07"/>
    <w:rsid w:val="00C03E3E"/>
    <w:rsid w:val="00C04458"/>
    <w:rsid w:val="00C04821"/>
    <w:rsid w:val="00C0502D"/>
    <w:rsid w:val="00C0514E"/>
    <w:rsid w:val="00C0542D"/>
    <w:rsid w:val="00C05552"/>
    <w:rsid w:val="00C06839"/>
    <w:rsid w:val="00C06889"/>
    <w:rsid w:val="00C147BD"/>
    <w:rsid w:val="00C14EF5"/>
    <w:rsid w:val="00C158F0"/>
    <w:rsid w:val="00C1667F"/>
    <w:rsid w:val="00C2092B"/>
    <w:rsid w:val="00C21F61"/>
    <w:rsid w:val="00C231DE"/>
    <w:rsid w:val="00C249E8"/>
    <w:rsid w:val="00C2533E"/>
    <w:rsid w:val="00C31156"/>
    <w:rsid w:val="00C3147C"/>
    <w:rsid w:val="00C31AE4"/>
    <w:rsid w:val="00C33917"/>
    <w:rsid w:val="00C346BC"/>
    <w:rsid w:val="00C35CA2"/>
    <w:rsid w:val="00C3633F"/>
    <w:rsid w:val="00C3645A"/>
    <w:rsid w:val="00C41238"/>
    <w:rsid w:val="00C423C3"/>
    <w:rsid w:val="00C42EE4"/>
    <w:rsid w:val="00C437CC"/>
    <w:rsid w:val="00C441C2"/>
    <w:rsid w:val="00C4570D"/>
    <w:rsid w:val="00C46321"/>
    <w:rsid w:val="00C5055D"/>
    <w:rsid w:val="00C5299F"/>
    <w:rsid w:val="00C52CA3"/>
    <w:rsid w:val="00C52CF1"/>
    <w:rsid w:val="00C560C0"/>
    <w:rsid w:val="00C565F2"/>
    <w:rsid w:val="00C569B6"/>
    <w:rsid w:val="00C56DCA"/>
    <w:rsid w:val="00C57F56"/>
    <w:rsid w:val="00C60665"/>
    <w:rsid w:val="00C60BFF"/>
    <w:rsid w:val="00C70631"/>
    <w:rsid w:val="00C70703"/>
    <w:rsid w:val="00C72519"/>
    <w:rsid w:val="00C72637"/>
    <w:rsid w:val="00C72FAB"/>
    <w:rsid w:val="00C73B99"/>
    <w:rsid w:val="00C74814"/>
    <w:rsid w:val="00C74DD4"/>
    <w:rsid w:val="00C761C0"/>
    <w:rsid w:val="00C80CC4"/>
    <w:rsid w:val="00C81425"/>
    <w:rsid w:val="00C83480"/>
    <w:rsid w:val="00C836B5"/>
    <w:rsid w:val="00C85986"/>
    <w:rsid w:val="00C86006"/>
    <w:rsid w:val="00C90127"/>
    <w:rsid w:val="00C9278A"/>
    <w:rsid w:val="00C944DF"/>
    <w:rsid w:val="00C9560F"/>
    <w:rsid w:val="00CA05D8"/>
    <w:rsid w:val="00CA0D4F"/>
    <w:rsid w:val="00CA0F29"/>
    <w:rsid w:val="00CA3214"/>
    <w:rsid w:val="00CA4440"/>
    <w:rsid w:val="00CA49AD"/>
    <w:rsid w:val="00CA603B"/>
    <w:rsid w:val="00CA6080"/>
    <w:rsid w:val="00CA6BFC"/>
    <w:rsid w:val="00CA7739"/>
    <w:rsid w:val="00CB0DA3"/>
    <w:rsid w:val="00CB384D"/>
    <w:rsid w:val="00CB6F28"/>
    <w:rsid w:val="00CC1371"/>
    <w:rsid w:val="00CC1437"/>
    <w:rsid w:val="00CC182D"/>
    <w:rsid w:val="00CC6B38"/>
    <w:rsid w:val="00CD045C"/>
    <w:rsid w:val="00CD0689"/>
    <w:rsid w:val="00CD10F3"/>
    <w:rsid w:val="00CD1402"/>
    <w:rsid w:val="00CD17A7"/>
    <w:rsid w:val="00CD2E0D"/>
    <w:rsid w:val="00CD5E7C"/>
    <w:rsid w:val="00CD617C"/>
    <w:rsid w:val="00CD659F"/>
    <w:rsid w:val="00CD694E"/>
    <w:rsid w:val="00CD6A41"/>
    <w:rsid w:val="00CD6C8E"/>
    <w:rsid w:val="00CD6F22"/>
    <w:rsid w:val="00CE0695"/>
    <w:rsid w:val="00CE4D8C"/>
    <w:rsid w:val="00CE53F0"/>
    <w:rsid w:val="00CE5B60"/>
    <w:rsid w:val="00CF04AC"/>
    <w:rsid w:val="00CF21D5"/>
    <w:rsid w:val="00CF2CDB"/>
    <w:rsid w:val="00CF3156"/>
    <w:rsid w:val="00CF4865"/>
    <w:rsid w:val="00CF6294"/>
    <w:rsid w:val="00CF659E"/>
    <w:rsid w:val="00D01897"/>
    <w:rsid w:val="00D06D02"/>
    <w:rsid w:val="00D06EEE"/>
    <w:rsid w:val="00D0744D"/>
    <w:rsid w:val="00D124E1"/>
    <w:rsid w:val="00D1297C"/>
    <w:rsid w:val="00D1653F"/>
    <w:rsid w:val="00D16CE9"/>
    <w:rsid w:val="00D170E8"/>
    <w:rsid w:val="00D17314"/>
    <w:rsid w:val="00D20400"/>
    <w:rsid w:val="00D23874"/>
    <w:rsid w:val="00D24230"/>
    <w:rsid w:val="00D250A8"/>
    <w:rsid w:val="00D2773E"/>
    <w:rsid w:val="00D27AD2"/>
    <w:rsid w:val="00D31EA8"/>
    <w:rsid w:val="00D32745"/>
    <w:rsid w:val="00D33F89"/>
    <w:rsid w:val="00D358FC"/>
    <w:rsid w:val="00D362AE"/>
    <w:rsid w:val="00D37415"/>
    <w:rsid w:val="00D40143"/>
    <w:rsid w:val="00D41739"/>
    <w:rsid w:val="00D4215D"/>
    <w:rsid w:val="00D437D3"/>
    <w:rsid w:val="00D43AFB"/>
    <w:rsid w:val="00D44245"/>
    <w:rsid w:val="00D46289"/>
    <w:rsid w:val="00D50DB8"/>
    <w:rsid w:val="00D51324"/>
    <w:rsid w:val="00D51CB2"/>
    <w:rsid w:val="00D536DE"/>
    <w:rsid w:val="00D551FB"/>
    <w:rsid w:val="00D55C12"/>
    <w:rsid w:val="00D55FAB"/>
    <w:rsid w:val="00D56EC0"/>
    <w:rsid w:val="00D606ED"/>
    <w:rsid w:val="00D61C6B"/>
    <w:rsid w:val="00D61EBF"/>
    <w:rsid w:val="00D62183"/>
    <w:rsid w:val="00D648FD"/>
    <w:rsid w:val="00D64E99"/>
    <w:rsid w:val="00D651A2"/>
    <w:rsid w:val="00D65C66"/>
    <w:rsid w:val="00D7010B"/>
    <w:rsid w:val="00D71E58"/>
    <w:rsid w:val="00D73E62"/>
    <w:rsid w:val="00D73F22"/>
    <w:rsid w:val="00D7401C"/>
    <w:rsid w:val="00D752AB"/>
    <w:rsid w:val="00D7796F"/>
    <w:rsid w:val="00D812BE"/>
    <w:rsid w:val="00D83925"/>
    <w:rsid w:val="00D83D79"/>
    <w:rsid w:val="00D8421A"/>
    <w:rsid w:val="00D842C9"/>
    <w:rsid w:val="00D8680D"/>
    <w:rsid w:val="00D878F5"/>
    <w:rsid w:val="00D879EF"/>
    <w:rsid w:val="00D90F2F"/>
    <w:rsid w:val="00D92012"/>
    <w:rsid w:val="00D926F8"/>
    <w:rsid w:val="00D92944"/>
    <w:rsid w:val="00D93B2D"/>
    <w:rsid w:val="00D94AB5"/>
    <w:rsid w:val="00D95559"/>
    <w:rsid w:val="00D96170"/>
    <w:rsid w:val="00DA1D9C"/>
    <w:rsid w:val="00DA5CB3"/>
    <w:rsid w:val="00DA6D81"/>
    <w:rsid w:val="00DA73AA"/>
    <w:rsid w:val="00DB2063"/>
    <w:rsid w:val="00DB6020"/>
    <w:rsid w:val="00DB6545"/>
    <w:rsid w:val="00DB7421"/>
    <w:rsid w:val="00DC1563"/>
    <w:rsid w:val="00DC1B7A"/>
    <w:rsid w:val="00DC2388"/>
    <w:rsid w:val="00DC4352"/>
    <w:rsid w:val="00DC7D37"/>
    <w:rsid w:val="00DD0C9B"/>
    <w:rsid w:val="00DD2D13"/>
    <w:rsid w:val="00DD30F8"/>
    <w:rsid w:val="00DD3DC2"/>
    <w:rsid w:val="00DD75DF"/>
    <w:rsid w:val="00DD7E9F"/>
    <w:rsid w:val="00DE31FD"/>
    <w:rsid w:val="00DE33C6"/>
    <w:rsid w:val="00DE3D06"/>
    <w:rsid w:val="00DE5238"/>
    <w:rsid w:val="00DE62D3"/>
    <w:rsid w:val="00DE70F4"/>
    <w:rsid w:val="00DE7536"/>
    <w:rsid w:val="00DF08A9"/>
    <w:rsid w:val="00DF42D6"/>
    <w:rsid w:val="00DF5A01"/>
    <w:rsid w:val="00DF601B"/>
    <w:rsid w:val="00DF61EA"/>
    <w:rsid w:val="00DF684F"/>
    <w:rsid w:val="00E016F5"/>
    <w:rsid w:val="00E111EC"/>
    <w:rsid w:val="00E20105"/>
    <w:rsid w:val="00E20427"/>
    <w:rsid w:val="00E22D48"/>
    <w:rsid w:val="00E2403E"/>
    <w:rsid w:val="00E27295"/>
    <w:rsid w:val="00E27531"/>
    <w:rsid w:val="00E309C7"/>
    <w:rsid w:val="00E31390"/>
    <w:rsid w:val="00E33985"/>
    <w:rsid w:val="00E33D71"/>
    <w:rsid w:val="00E36BAD"/>
    <w:rsid w:val="00E3756A"/>
    <w:rsid w:val="00E41CEC"/>
    <w:rsid w:val="00E440F6"/>
    <w:rsid w:val="00E44C2A"/>
    <w:rsid w:val="00E45127"/>
    <w:rsid w:val="00E47267"/>
    <w:rsid w:val="00E51177"/>
    <w:rsid w:val="00E514DD"/>
    <w:rsid w:val="00E52CB9"/>
    <w:rsid w:val="00E575DA"/>
    <w:rsid w:val="00E6060E"/>
    <w:rsid w:val="00E61CB4"/>
    <w:rsid w:val="00E6466E"/>
    <w:rsid w:val="00E66AE1"/>
    <w:rsid w:val="00E676A1"/>
    <w:rsid w:val="00E67E35"/>
    <w:rsid w:val="00E70FB6"/>
    <w:rsid w:val="00E7626D"/>
    <w:rsid w:val="00E813E1"/>
    <w:rsid w:val="00E82E18"/>
    <w:rsid w:val="00E83701"/>
    <w:rsid w:val="00E85FB9"/>
    <w:rsid w:val="00E8636E"/>
    <w:rsid w:val="00E86B3E"/>
    <w:rsid w:val="00E870F2"/>
    <w:rsid w:val="00E87551"/>
    <w:rsid w:val="00E909B9"/>
    <w:rsid w:val="00E91183"/>
    <w:rsid w:val="00E91D1A"/>
    <w:rsid w:val="00E929B6"/>
    <w:rsid w:val="00E93809"/>
    <w:rsid w:val="00E94601"/>
    <w:rsid w:val="00E956B8"/>
    <w:rsid w:val="00E96265"/>
    <w:rsid w:val="00E964A3"/>
    <w:rsid w:val="00E968D5"/>
    <w:rsid w:val="00EA01F2"/>
    <w:rsid w:val="00EA0A25"/>
    <w:rsid w:val="00EA2C90"/>
    <w:rsid w:val="00EA2D0B"/>
    <w:rsid w:val="00EA4C6F"/>
    <w:rsid w:val="00EA566C"/>
    <w:rsid w:val="00EA65B4"/>
    <w:rsid w:val="00EA6E88"/>
    <w:rsid w:val="00EA7208"/>
    <w:rsid w:val="00EB0B0A"/>
    <w:rsid w:val="00EB0C96"/>
    <w:rsid w:val="00EB0E37"/>
    <w:rsid w:val="00EB1156"/>
    <w:rsid w:val="00EB20FD"/>
    <w:rsid w:val="00EB5A76"/>
    <w:rsid w:val="00EB5F9B"/>
    <w:rsid w:val="00EB6923"/>
    <w:rsid w:val="00EB7D9C"/>
    <w:rsid w:val="00EC53C5"/>
    <w:rsid w:val="00EC6B04"/>
    <w:rsid w:val="00ED12D5"/>
    <w:rsid w:val="00ED17D6"/>
    <w:rsid w:val="00ED209B"/>
    <w:rsid w:val="00ED3699"/>
    <w:rsid w:val="00ED4410"/>
    <w:rsid w:val="00ED4912"/>
    <w:rsid w:val="00ED5AF7"/>
    <w:rsid w:val="00ED5C2A"/>
    <w:rsid w:val="00EF504E"/>
    <w:rsid w:val="00EF540B"/>
    <w:rsid w:val="00EF7985"/>
    <w:rsid w:val="00F01A0C"/>
    <w:rsid w:val="00F063F2"/>
    <w:rsid w:val="00F0700B"/>
    <w:rsid w:val="00F101BC"/>
    <w:rsid w:val="00F118B9"/>
    <w:rsid w:val="00F131C8"/>
    <w:rsid w:val="00F13220"/>
    <w:rsid w:val="00F133C1"/>
    <w:rsid w:val="00F13E52"/>
    <w:rsid w:val="00F16642"/>
    <w:rsid w:val="00F20084"/>
    <w:rsid w:val="00F20807"/>
    <w:rsid w:val="00F2274B"/>
    <w:rsid w:val="00F22B3B"/>
    <w:rsid w:val="00F22C46"/>
    <w:rsid w:val="00F238AA"/>
    <w:rsid w:val="00F23CFA"/>
    <w:rsid w:val="00F23FFE"/>
    <w:rsid w:val="00F30429"/>
    <w:rsid w:val="00F3683E"/>
    <w:rsid w:val="00F37BC7"/>
    <w:rsid w:val="00F416DB"/>
    <w:rsid w:val="00F41F4E"/>
    <w:rsid w:val="00F44CF3"/>
    <w:rsid w:val="00F474B5"/>
    <w:rsid w:val="00F50746"/>
    <w:rsid w:val="00F5126B"/>
    <w:rsid w:val="00F515A2"/>
    <w:rsid w:val="00F53851"/>
    <w:rsid w:val="00F53E94"/>
    <w:rsid w:val="00F56DBA"/>
    <w:rsid w:val="00F56E46"/>
    <w:rsid w:val="00F5724B"/>
    <w:rsid w:val="00F60FFF"/>
    <w:rsid w:val="00F629F5"/>
    <w:rsid w:val="00F634F7"/>
    <w:rsid w:val="00F63D62"/>
    <w:rsid w:val="00F6425A"/>
    <w:rsid w:val="00F6455E"/>
    <w:rsid w:val="00F645CD"/>
    <w:rsid w:val="00F64EA8"/>
    <w:rsid w:val="00F650B7"/>
    <w:rsid w:val="00F6538A"/>
    <w:rsid w:val="00F65F3B"/>
    <w:rsid w:val="00F675F2"/>
    <w:rsid w:val="00F700A2"/>
    <w:rsid w:val="00F70958"/>
    <w:rsid w:val="00F71047"/>
    <w:rsid w:val="00F71BED"/>
    <w:rsid w:val="00F71FE6"/>
    <w:rsid w:val="00F73625"/>
    <w:rsid w:val="00F75E05"/>
    <w:rsid w:val="00F76378"/>
    <w:rsid w:val="00F8195C"/>
    <w:rsid w:val="00F8229F"/>
    <w:rsid w:val="00F90C07"/>
    <w:rsid w:val="00F90C64"/>
    <w:rsid w:val="00F90D16"/>
    <w:rsid w:val="00F93501"/>
    <w:rsid w:val="00F9393E"/>
    <w:rsid w:val="00F9428D"/>
    <w:rsid w:val="00F95813"/>
    <w:rsid w:val="00F96B47"/>
    <w:rsid w:val="00F97AAC"/>
    <w:rsid w:val="00FA5C1D"/>
    <w:rsid w:val="00FA68B0"/>
    <w:rsid w:val="00FA71C1"/>
    <w:rsid w:val="00FA7745"/>
    <w:rsid w:val="00FB2DD7"/>
    <w:rsid w:val="00FB5559"/>
    <w:rsid w:val="00FB603C"/>
    <w:rsid w:val="00FB7490"/>
    <w:rsid w:val="00FC0608"/>
    <w:rsid w:val="00FC07DD"/>
    <w:rsid w:val="00FC1D9E"/>
    <w:rsid w:val="00FC311A"/>
    <w:rsid w:val="00FD058D"/>
    <w:rsid w:val="00FD379C"/>
    <w:rsid w:val="00FD53B9"/>
    <w:rsid w:val="00FD786F"/>
    <w:rsid w:val="00FD79AC"/>
    <w:rsid w:val="00FE04EE"/>
    <w:rsid w:val="00FE06BF"/>
    <w:rsid w:val="00FE0F1B"/>
    <w:rsid w:val="00FE1622"/>
    <w:rsid w:val="00FE4377"/>
    <w:rsid w:val="00FE53A8"/>
    <w:rsid w:val="00FE63E0"/>
    <w:rsid w:val="00FE7358"/>
    <w:rsid w:val="00FE73D3"/>
    <w:rsid w:val="00FE7A9A"/>
    <w:rsid w:val="00FF13BB"/>
    <w:rsid w:val="00FF1F56"/>
    <w:rsid w:val="00FF22FD"/>
    <w:rsid w:val="00FF3921"/>
    <w:rsid w:val="00FF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EBD"/>
    <w:pPr>
      <w:ind w:right="-108"/>
      <w:jc w:val="both"/>
    </w:pPr>
    <w:rPr>
      <w:rFonts w:ascii="Arial" w:hAnsi="Arial"/>
      <w:sz w:val="22"/>
      <w:szCs w:val="24"/>
    </w:rPr>
  </w:style>
  <w:style w:type="paragraph" w:styleId="Ttulo1">
    <w:name w:val="heading 1"/>
    <w:basedOn w:val="Normal"/>
    <w:next w:val="Normal"/>
    <w:qFormat/>
    <w:rsid w:val="008639B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45191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45191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037B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31BBD"/>
    <w:pPr>
      <w:tabs>
        <w:tab w:val="center" w:pos="4252"/>
        <w:tab w:val="right" w:pos="8504"/>
      </w:tabs>
    </w:pPr>
    <w:rPr>
      <w:sz w:val="18"/>
    </w:rPr>
  </w:style>
  <w:style w:type="character" w:styleId="Nmerodepgina">
    <w:name w:val="page number"/>
    <w:rsid w:val="009037BD"/>
    <w:rPr>
      <w:rFonts w:ascii="Arial" w:hAnsi="Arial"/>
      <w:sz w:val="20"/>
    </w:rPr>
  </w:style>
  <w:style w:type="paragraph" w:customStyle="1" w:styleId="Curso">
    <w:name w:val="Curso"/>
    <w:next w:val="Normal"/>
    <w:autoRedefine/>
    <w:rsid w:val="0076049C"/>
    <w:pPr>
      <w:jc w:val="center"/>
    </w:pPr>
    <w:rPr>
      <w:rFonts w:ascii="Arial" w:hAnsi="Arial"/>
      <w:b/>
      <w:sz w:val="36"/>
      <w:szCs w:val="24"/>
      <w:lang w:val="es-MX"/>
    </w:rPr>
  </w:style>
  <w:style w:type="paragraph" w:customStyle="1" w:styleId="Captulo">
    <w:name w:val="Capítulo"/>
    <w:basedOn w:val="Ttulo1"/>
    <w:next w:val="Mapa"/>
    <w:autoRedefine/>
    <w:rsid w:val="00363BCF"/>
    <w:pPr>
      <w:jc w:val="center"/>
    </w:pPr>
    <w:rPr>
      <w:bCs w:val="0"/>
      <w:sz w:val="28"/>
      <w:lang w:val="es-MX"/>
    </w:rPr>
  </w:style>
  <w:style w:type="paragraph" w:customStyle="1" w:styleId="Mapa">
    <w:name w:val="Mapa"/>
    <w:basedOn w:val="Mapadeldocumento"/>
    <w:next w:val="Normal"/>
    <w:link w:val="MapaCar"/>
    <w:autoRedefine/>
    <w:rsid w:val="001F2E81"/>
    <w:pPr>
      <w:shd w:val="clear" w:color="auto" w:fill="auto"/>
      <w:ind w:right="0"/>
    </w:pPr>
    <w:rPr>
      <w:rFonts w:ascii="Arial" w:hAnsi="Arial" w:cs="Times New Roman"/>
      <w:b/>
      <w:color w:val="000000"/>
      <w:sz w:val="24"/>
    </w:rPr>
  </w:style>
  <w:style w:type="paragraph" w:customStyle="1" w:styleId="Etiqueta">
    <w:name w:val="Etiqueta"/>
    <w:basedOn w:val="Normal"/>
    <w:link w:val="EtiquetaCar"/>
    <w:rsid w:val="006A63DB"/>
    <w:pPr>
      <w:jc w:val="left"/>
    </w:pPr>
    <w:rPr>
      <w:b/>
      <w:color w:val="000000"/>
      <w:sz w:val="20"/>
    </w:rPr>
  </w:style>
  <w:style w:type="paragraph" w:styleId="Mapadeldocumento">
    <w:name w:val="Document Map"/>
    <w:basedOn w:val="Normal"/>
    <w:link w:val="MapadeldocumentoCar"/>
    <w:semiHidden/>
    <w:rsid w:val="00A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odelBloque">
    <w:name w:val="Texto del Bloque"/>
    <w:basedOn w:val="Normal"/>
    <w:next w:val="Normal"/>
    <w:autoRedefine/>
    <w:rsid w:val="0076049C"/>
    <w:pPr>
      <w:spacing w:after="120"/>
      <w:ind w:left="1701"/>
    </w:pPr>
  </w:style>
  <w:style w:type="table" w:customStyle="1" w:styleId="Tabla">
    <w:name w:val="Tabla"/>
    <w:basedOn w:val="Tablaconcuadrcula"/>
    <w:rsid w:val="00EB1156"/>
    <w:pPr>
      <w:jc w:val="left"/>
    </w:pPr>
    <w:rPr>
      <w:rFonts w:ascii="Arial" w:hAnsi="Arial"/>
      <w:color w:val="00000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neadebloque">
    <w:name w:val="Linea de bloque"/>
    <w:next w:val="Normal"/>
    <w:autoRedefine/>
    <w:rsid w:val="00823698"/>
    <w:pPr>
      <w:pBdr>
        <w:top w:val="single" w:sz="6" w:space="1" w:color="333333"/>
      </w:pBdr>
      <w:spacing w:before="280"/>
      <w:ind w:right="-1"/>
      <w:jc w:val="both"/>
    </w:pPr>
    <w:rPr>
      <w:rFonts w:ascii="Arial" w:hAnsi="Arial"/>
      <w:sz w:val="22"/>
      <w:szCs w:val="24"/>
    </w:rPr>
  </w:style>
  <w:style w:type="table" w:styleId="Tablaconcuadrcula">
    <w:name w:val="Table Grid"/>
    <w:basedOn w:val="Tablanormal"/>
    <w:rsid w:val="0067142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qFormat/>
    <w:rsid w:val="00BF7DE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tinuaSigpagina">
    <w:name w:val="Continua Sig pagina"/>
    <w:basedOn w:val="Lineadebloque"/>
    <w:next w:val="Normal"/>
    <w:autoRedefine/>
    <w:rsid w:val="000870F9"/>
    <w:pPr>
      <w:pBdr>
        <w:top w:val="single" w:sz="6" w:space="4" w:color="auto"/>
        <w:between w:val="single" w:sz="6" w:space="4" w:color="auto"/>
      </w:pBdr>
      <w:spacing w:before="240" w:line="260" w:lineRule="atLeast"/>
      <w:jc w:val="right"/>
    </w:pPr>
    <w:rPr>
      <w:i/>
      <w:sz w:val="20"/>
      <w:szCs w:val="20"/>
      <w:lang w:val="es-MX"/>
    </w:rPr>
  </w:style>
  <w:style w:type="character" w:styleId="Refdecomentario">
    <w:name w:val="annotation reference"/>
    <w:semiHidden/>
    <w:rsid w:val="008D4182"/>
    <w:rPr>
      <w:sz w:val="16"/>
      <w:szCs w:val="16"/>
    </w:rPr>
  </w:style>
  <w:style w:type="paragraph" w:styleId="Textocomentario">
    <w:name w:val="annotation text"/>
    <w:basedOn w:val="Normal"/>
    <w:semiHidden/>
    <w:rsid w:val="008D4182"/>
    <w:rPr>
      <w:szCs w:val="20"/>
    </w:rPr>
  </w:style>
  <w:style w:type="paragraph" w:styleId="Asuntodelcomentario">
    <w:name w:val="annotation subject"/>
    <w:basedOn w:val="Textocomentario"/>
    <w:next w:val="Textocomentario"/>
    <w:semiHidden/>
    <w:rsid w:val="008D4182"/>
    <w:rPr>
      <w:b/>
      <w:bCs/>
    </w:rPr>
  </w:style>
  <w:style w:type="paragraph" w:styleId="Textodeglobo">
    <w:name w:val="Balloon Text"/>
    <w:basedOn w:val="Normal"/>
    <w:semiHidden/>
    <w:rsid w:val="008D418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rsid w:val="003768CF"/>
    <w:rPr>
      <w:rFonts w:ascii="Tahoma" w:hAnsi="Tahoma" w:cs="Tahoma"/>
      <w:lang w:val="es-ES" w:eastAsia="es-ES" w:bidi="ar-SA"/>
    </w:rPr>
  </w:style>
  <w:style w:type="character" w:customStyle="1" w:styleId="MapaCar">
    <w:name w:val="Mapa Car"/>
    <w:link w:val="Mapa"/>
    <w:rsid w:val="001F2E81"/>
    <w:rPr>
      <w:rFonts w:ascii="Arial" w:hAnsi="Arial"/>
      <w:b/>
      <w:color w:val="000000"/>
      <w:sz w:val="24"/>
    </w:rPr>
  </w:style>
  <w:style w:type="paragraph" w:styleId="Textonotapie">
    <w:name w:val="footnote text"/>
    <w:basedOn w:val="Normal"/>
    <w:semiHidden/>
    <w:rsid w:val="0078436E"/>
    <w:rPr>
      <w:sz w:val="18"/>
      <w:szCs w:val="20"/>
    </w:rPr>
  </w:style>
  <w:style w:type="character" w:styleId="Refdenotaalpie">
    <w:name w:val="footnote reference"/>
    <w:semiHidden/>
    <w:rsid w:val="0088761D"/>
    <w:rPr>
      <w:rFonts w:ascii="Arial" w:hAnsi="Arial"/>
      <w:sz w:val="18"/>
      <w:vertAlign w:val="superscript"/>
    </w:rPr>
  </w:style>
  <w:style w:type="paragraph" w:customStyle="1" w:styleId="Textodelbloque0">
    <w:name w:val="Texto del bloque"/>
    <w:basedOn w:val="Normal"/>
    <w:next w:val="Normal"/>
    <w:rsid w:val="00024CA9"/>
    <w:pPr>
      <w:ind w:right="0"/>
    </w:pPr>
    <w:rPr>
      <w:szCs w:val="20"/>
      <w:lang w:val="es-MX"/>
    </w:rPr>
  </w:style>
  <w:style w:type="character" w:customStyle="1" w:styleId="shorttext1">
    <w:name w:val="short_text1"/>
    <w:rsid w:val="002B099F"/>
    <w:rPr>
      <w:sz w:val="29"/>
      <w:szCs w:val="29"/>
    </w:rPr>
  </w:style>
  <w:style w:type="paragraph" w:styleId="Textoindependiente">
    <w:name w:val="Body Text"/>
    <w:basedOn w:val="Normal"/>
    <w:link w:val="TextoindependienteCar"/>
    <w:rsid w:val="00FA71C1"/>
    <w:pPr>
      <w:spacing w:after="120"/>
      <w:ind w:right="0"/>
    </w:pPr>
    <w:rPr>
      <w:sz w:val="24"/>
      <w:szCs w:val="20"/>
    </w:rPr>
  </w:style>
  <w:style w:type="paragraph" w:customStyle="1" w:styleId="NormL">
    <w:name w:val="NormL"/>
    <w:basedOn w:val="Mapa"/>
    <w:rsid w:val="00B62974"/>
  </w:style>
  <w:style w:type="character" w:customStyle="1" w:styleId="EtiquetaCar">
    <w:name w:val="Etiqueta Car"/>
    <w:link w:val="Etiqueta"/>
    <w:rsid w:val="00DE31FD"/>
    <w:rPr>
      <w:rFonts w:ascii="Arial" w:hAnsi="Arial"/>
      <w:b/>
      <w:color w:val="000000"/>
      <w:szCs w:val="24"/>
      <w:lang w:val="es-ES" w:eastAsia="es-ES" w:bidi="ar-SA"/>
    </w:rPr>
  </w:style>
  <w:style w:type="paragraph" w:styleId="Prrafodelista">
    <w:name w:val="List Paragraph"/>
    <w:basedOn w:val="Normal"/>
    <w:uiPriority w:val="34"/>
    <w:qFormat/>
    <w:rsid w:val="00DE31FD"/>
    <w:pPr>
      <w:ind w:left="708"/>
    </w:pPr>
  </w:style>
  <w:style w:type="character" w:customStyle="1" w:styleId="EtiquetaCarCar">
    <w:name w:val="Etiqueta Car Car"/>
    <w:rsid w:val="00221D0C"/>
    <w:rPr>
      <w:rFonts w:ascii="Arial" w:hAnsi="Arial" w:cs="Tahoma"/>
      <w:b/>
      <w:bCs/>
      <w:color w:val="000000"/>
      <w:lang w:val="es-ES" w:eastAsia="es-ES"/>
    </w:rPr>
  </w:style>
  <w:style w:type="character" w:styleId="Hipervnculo">
    <w:name w:val="Hyperlink"/>
    <w:rsid w:val="00D878F5"/>
    <w:rPr>
      <w:color w:val="0000FF"/>
      <w:u w:val="single"/>
    </w:rPr>
  </w:style>
  <w:style w:type="paragraph" w:customStyle="1" w:styleId="Default">
    <w:name w:val="Default"/>
    <w:rsid w:val="00732B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cxmsonormal">
    <w:name w:val="ecxmsonormal"/>
    <w:basedOn w:val="Normal"/>
    <w:rsid w:val="00306DE3"/>
    <w:pPr>
      <w:spacing w:before="100" w:beforeAutospacing="1" w:after="100" w:afterAutospacing="1"/>
      <w:ind w:right="0"/>
      <w:jc w:val="left"/>
    </w:pPr>
    <w:rPr>
      <w:rFonts w:ascii="Times New Roman" w:hAnsi="Times New Roman"/>
      <w:sz w:val="24"/>
      <w:lang w:val="es-MX" w:eastAsia="es-MX"/>
    </w:rPr>
  </w:style>
  <w:style w:type="paragraph" w:customStyle="1" w:styleId="Normal1">
    <w:name w:val="Normal1"/>
    <w:rsid w:val="00CC182D"/>
    <w:pPr>
      <w:spacing w:after="200" w:line="276" w:lineRule="auto"/>
    </w:pPr>
    <w:rPr>
      <w:rFonts w:ascii="Calibri" w:hAnsi="Calibri" w:cs="Calibri"/>
      <w:color w:val="000000"/>
      <w:sz w:val="22"/>
      <w:szCs w:val="22"/>
      <w:lang w:val="es-MX" w:eastAsia="es-MX"/>
    </w:rPr>
  </w:style>
  <w:style w:type="paragraph" w:customStyle="1" w:styleId="Normal10">
    <w:name w:val="Normal1"/>
    <w:rsid w:val="00CC182D"/>
    <w:pPr>
      <w:spacing w:after="200" w:line="276" w:lineRule="auto"/>
    </w:pPr>
    <w:rPr>
      <w:rFonts w:ascii="Calibri" w:hAnsi="Calibri" w:cs="Calibri"/>
      <w:color w:val="000000"/>
      <w:sz w:val="22"/>
      <w:szCs w:val="22"/>
      <w:lang w:val="es-MX" w:eastAsia="es-MX"/>
    </w:rPr>
  </w:style>
  <w:style w:type="character" w:customStyle="1" w:styleId="EncabezadoCar">
    <w:name w:val="Encabezado Car"/>
    <w:link w:val="Encabezado"/>
    <w:uiPriority w:val="99"/>
    <w:rsid w:val="00E33D71"/>
    <w:rPr>
      <w:rFonts w:ascii="Arial" w:hAnsi="Arial"/>
      <w:sz w:val="22"/>
      <w:szCs w:val="24"/>
    </w:rPr>
  </w:style>
  <w:style w:type="character" w:customStyle="1" w:styleId="apple-converted-space">
    <w:name w:val="apple-converted-space"/>
    <w:basedOn w:val="Fuentedeprrafopredeter"/>
    <w:rsid w:val="00B25460"/>
  </w:style>
  <w:style w:type="paragraph" w:styleId="NormalWeb">
    <w:name w:val="Normal (Web)"/>
    <w:basedOn w:val="Normal"/>
    <w:uiPriority w:val="99"/>
    <w:unhideWhenUsed/>
    <w:rsid w:val="006223A3"/>
    <w:pPr>
      <w:spacing w:before="100" w:beforeAutospacing="1" w:after="100" w:afterAutospacing="1"/>
      <w:ind w:right="0"/>
      <w:jc w:val="left"/>
    </w:pPr>
    <w:rPr>
      <w:rFonts w:ascii="Times New Roman" w:hAnsi="Times New Roman"/>
      <w:sz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363BCF"/>
    <w:rPr>
      <w:rFonts w:ascii="Arial" w:hAnsi="Arial"/>
      <w:sz w:val="24"/>
      <w:lang w:val="es-ES" w:eastAsia="es-ES"/>
    </w:rPr>
  </w:style>
  <w:style w:type="paragraph" w:styleId="Listaconvietas5">
    <w:name w:val="List Bullet 5"/>
    <w:basedOn w:val="Normal"/>
    <w:autoRedefine/>
    <w:rsid w:val="00363BCF"/>
    <w:pPr>
      <w:tabs>
        <w:tab w:val="num" w:pos="1492"/>
      </w:tabs>
      <w:ind w:left="1492" w:right="0" w:hanging="360"/>
      <w:jc w:val="left"/>
    </w:pPr>
    <w:rPr>
      <w:sz w:val="24"/>
      <w:szCs w:val="20"/>
      <w:lang w:val="es-MX"/>
    </w:rPr>
  </w:style>
  <w:style w:type="paragraph" w:customStyle="1" w:styleId="Norml0">
    <w:name w:val="Norml"/>
    <w:basedOn w:val="Etiqueta"/>
    <w:rsid w:val="00363BCF"/>
    <w:rPr>
      <w:bCs/>
      <w:color w:val="auto"/>
      <w:szCs w:val="20"/>
    </w:rPr>
  </w:style>
  <w:style w:type="paragraph" w:customStyle="1" w:styleId="Normal10pt">
    <w:name w:val="Normal + 10 pt"/>
    <w:aliases w:val="Negrita,Negro"/>
    <w:basedOn w:val="Etiqueta"/>
    <w:link w:val="Normal10ptCar"/>
    <w:rsid w:val="00363BCF"/>
    <w:rPr>
      <w:bCs/>
      <w:sz w:val="22"/>
      <w:szCs w:val="20"/>
    </w:rPr>
  </w:style>
  <w:style w:type="character" w:customStyle="1" w:styleId="Normal10ptCar">
    <w:name w:val="Normal + 10 pt Car"/>
    <w:aliases w:val="Negrita Car,Negro Car"/>
    <w:link w:val="Normal10pt"/>
    <w:rsid w:val="00363BCF"/>
    <w:rPr>
      <w:rFonts w:ascii="Arial" w:hAnsi="Arial"/>
      <w:b/>
      <w:bCs/>
      <w:color w:val="000000"/>
      <w:sz w:val="22"/>
    </w:rPr>
  </w:style>
  <w:style w:type="paragraph" w:styleId="Textoindependiente3">
    <w:name w:val="Body Text 3"/>
    <w:basedOn w:val="Normal"/>
    <w:link w:val="Textoindependiente3Car"/>
    <w:rsid w:val="00363BCF"/>
    <w:pPr>
      <w:spacing w:after="120"/>
      <w:ind w:right="0"/>
      <w:jc w:val="left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363BCF"/>
    <w:rPr>
      <w:rFonts w:ascii="Arial" w:hAnsi="Arial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rsid w:val="00363BCF"/>
    <w:pPr>
      <w:spacing w:after="120"/>
      <w:ind w:left="283" w:right="0"/>
      <w:jc w:val="left"/>
    </w:pPr>
    <w:rPr>
      <w:sz w:val="24"/>
      <w:szCs w:val="20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363BCF"/>
    <w:rPr>
      <w:rFonts w:ascii="Arial" w:hAnsi="Arial"/>
      <w:sz w:val="24"/>
      <w:lang w:eastAsia="es-ES"/>
    </w:rPr>
  </w:style>
  <w:style w:type="character" w:styleId="Ttulodellibro">
    <w:name w:val="Book Title"/>
    <w:qFormat/>
    <w:rsid w:val="00363BCF"/>
    <w:rPr>
      <w:caps/>
      <w:color w:val="622423"/>
      <w:spacing w:val="5"/>
      <w:u w:color="622423"/>
    </w:rPr>
  </w:style>
  <w:style w:type="paragraph" w:customStyle="1" w:styleId="Continuedonnextpa">
    <w:name w:val="Continued on next pa"/>
    <w:basedOn w:val="Normal"/>
    <w:next w:val="Ttulo2"/>
    <w:rsid w:val="00363BCF"/>
    <w:pPr>
      <w:pBdr>
        <w:top w:val="single" w:sz="6" w:space="4" w:color="auto"/>
        <w:between w:val="single" w:sz="6" w:space="4" w:color="auto"/>
      </w:pBdr>
      <w:spacing w:before="240" w:line="260" w:lineRule="atLeast"/>
      <w:ind w:left="1700" w:right="0"/>
      <w:jc w:val="right"/>
    </w:pPr>
    <w:rPr>
      <w:rFonts w:ascii="Times" w:hAnsi="Times"/>
      <w:i/>
      <w:sz w:val="20"/>
      <w:szCs w:val="20"/>
      <w:lang w:val="es-MX"/>
    </w:rPr>
  </w:style>
  <w:style w:type="character" w:customStyle="1" w:styleId="CarCar1">
    <w:name w:val="Car Car1"/>
    <w:rsid w:val="00363BCF"/>
    <w:rPr>
      <w:rFonts w:ascii="Tahoma" w:hAnsi="Tahoma" w:cs="Tahoma"/>
      <w:lang w:val="es-ES" w:eastAsia="es-ES" w:bidi="ar-SA"/>
    </w:rPr>
  </w:style>
  <w:style w:type="character" w:customStyle="1" w:styleId="CarCar">
    <w:name w:val="Car Car"/>
    <w:rsid w:val="00363BCF"/>
    <w:rPr>
      <w:rFonts w:ascii="Arial" w:hAnsi="Arial"/>
      <w:sz w:val="18"/>
      <w:lang w:val="es-ES" w:eastAsia="es-ES"/>
    </w:rPr>
  </w:style>
  <w:style w:type="paragraph" w:customStyle="1" w:styleId="Texto1">
    <w:name w:val="Texto 1"/>
    <w:basedOn w:val="Normal"/>
    <w:next w:val="Normal"/>
    <w:rsid w:val="00363BCF"/>
    <w:pPr>
      <w:autoSpaceDE w:val="0"/>
      <w:autoSpaceDN w:val="0"/>
      <w:adjustRightInd w:val="0"/>
      <w:ind w:right="0"/>
      <w:jc w:val="left"/>
    </w:pPr>
    <w:rPr>
      <w:rFonts w:cs="Arial"/>
      <w:sz w:val="24"/>
    </w:rPr>
  </w:style>
  <w:style w:type="paragraph" w:customStyle="1" w:styleId="INFOMAP">
    <w:name w:val="INFOMAP"/>
    <w:basedOn w:val="Normal"/>
    <w:rsid w:val="00363BCF"/>
    <w:pPr>
      <w:ind w:left="1701" w:right="0" w:hanging="1701"/>
    </w:pPr>
    <w:rPr>
      <w:rFonts w:ascii="CG Times (WN)" w:hAnsi="CG Times (WN)"/>
      <w:sz w:val="24"/>
      <w:szCs w:val="20"/>
      <w:lang w:val="es-ES_tradnl"/>
    </w:rPr>
  </w:style>
  <w:style w:type="character" w:styleId="nfasis">
    <w:name w:val="Emphasis"/>
    <w:qFormat/>
    <w:rsid w:val="00363BCF"/>
    <w:rPr>
      <w:i/>
      <w:iCs/>
    </w:rPr>
  </w:style>
  <w:style w:type="character" w:styleId="Textoennegrita">
    <w:name w:val="Strong"/>
    <w:basedOn w:val="Fuentedeprrafopredeter"/>
    <w:uiPriority w:val="22"/>
    <w:qFormat/>
    <w:rsid w:val="00852FD0"/>
    <w:rPr>
      <w:b/>
      <w:bCs/>
    </w:rPr>
  </w:style>
  <w:style w:type="character" w:customStyle="1" w:styleId="PiedepginaCar">
    <w:name w:val="Pie de página Car"/>
    <w:basedOn w:val="Fuentedeprrafopredeter"/>
    <w:link w:val="Piedepgina"/>
    <w:rsid w:val="00780817"/>
    <w:rPr>
      <w:rFonts w:ascii="Arial" w:hAnsi="Arial"/>
      <w:sz w:val="18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EBD"/>
    <w:pPr>
      <w:ind w:right="-108"/>
      <w:jc w:val="both"/>
    </w:pPr>
    <w:rPr>
      <w:rFonts w:ascii="Arial" w:hAnsi="Arial"/>
      <w:sz w:val="22"/>
      <w:szCs w:val="24"/>
    </w:rPr>
  </w:style>
  <w:style w:type="paragraph" w:styleId="Ttulo1">
    <w:name w:val="heading 1"/>
    <w:basedOn w:val="Normal"/>
    <w:next w:val="Normal"/>
    <w:qFormat/>
    <w:rsid w:val="008639B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45191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45191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037B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31BBD"/>
    <w:pPr>
      <w:tabs>
        <w:tab w:val="center" w:pos="4252"/>
        <w:tab w:val="right" w:pos="8504"/>
      </w:tabs>
    </w:pPr>
    <w:rPr>
      <w:sz w:val="18"/>
    </w:rPr>
  </w:style>
  <w:style w:type="character" w:styleId="Nmerodepgina">
    <w:name w:val="page number"/>
    <w:rsid w:val="009037BD"/>
    <w:rPr>
      <w:rFonts w:ascii="Arial" w:hAnsi="Arial"/>
      <w:sz w:val="20"/>
    </w:rPr>
  </w:style>
  <w:style w:type="paragraph" w:customStyle="1" w:styleId="Curso">
    <w:name w:val="Curso"/>
    <w:next w:val="Normal"/>
    <w:autoRedefine/>
    <w:rsid w:val="0076049C"/>
    <w:pPr>
      <w:jc w:val="center"/>
    </w:pPr>
    <w:rPr>
      <w:rFonts w:ascii="Arial" w:hAnsi="Arial"/>
      <w:b/>
      <w:sz w:val="36"/>
      <w:szCs w:val="24"/>
      <w:lang w:val="es-MX"/>
    </w:rPr>
  </w:style>
  <w:style w:type="paragraph" w:customStyle="1" w:styleId="Captulo">
    <w:name w:val="Capítulo"/>
    <w:basedOn w:val="Ttulo1"/>
    <w:next w:val="Mapa"/>
    <w:autoRedefine/>
    <w:rsid w:val="00363BCF"/>
    <w:pPr>
      <w:jc w:val="center"/>
    </w:pPr>
    <w:rPr>
      <w:bCs w:val="0"/>
      <w:sz w:val="28"/>
      <w:lang w:val="es-MX"/>
    </w:rPr>
  </w:style>
  <w:style w:type="paragraph" w:customStyle="1" w:styleId="Mapa">
    <w:name w:val="Mapa"/>
    <w:basedOn w:val="Mapadeldocumento"/>
    <w:next w:val="Normal"/>
    <w:link w:val="MapaCar"/>
    <w:autoRedefine/>
    <w:rsid w:val="001F2E81"/>
    <w:pPr>
      <w:shd w:val="clear" w:color="auto" w:fill="auto"/>
      <w:ind w:right="0"/>
    </w:pPr>
    <w:rPr>
      <w:rFonts w:ascii="Arial" w:hAnsi="Arial" w:cs="Times New Roman"/>
      <w:b/>
      <w:color w:val="000000"/>
      <w:sz w:val="24"/>
    </w:rPr>
  </w:style>
  <w:style w:type="paragraph" w:customStyle="1" w:styleId="Etiqueta">
    <w:name w:val="Etiqueta"/>
    <w:basedOn w:val="Normal"/>
    <w:link w:val="EtiquetaCar"/>
    <w:rsid w:val="006A63DB"/>
    <w:pPr>
      <w:jc w:val="left"/>
    </w:pPr>
    <w:rPr>
      <w:b/>
      <w:color w:val="000000"/>
      <w:sz w:val="20"/>
    </w:rPr>
  </w:style>
  <w:style w:type="paragraph" w:styleId="Mapadeldocumento">
    <w:name w:val="Document Map"/>
    <w:basedOn w:val="Normal"/>
    <w:link w:val="MapadeldocumentoCar"/>
    <w:semiHidden/>
    <w:rsid w:val="00A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odelBloque">
    <w:name w:val="Texto del Bloque"/>
    <w:basedOn w:val="Normal"/>
    <w:next w:val="Normal"/>
    <w:autoRedefine/>
    <w:rsid w:val="0076049C"/>
    <w:pPr>
      <w:spacing w:after="120"/>
      <w:ind w:left="1701"/>
    </w:pPr>
  </w:style>
  <w:style w:type="table" w:customStyle="1" w:styleId="Tabla">
    <w:name w:val="Tabla"/>
    <w:basedOn w:val="Tablaconcuadrcula"/>
    <w:rsid w:val="00EB1156"/>
    <w:pPr>
      <w:jc w:val="left"/>
    </w:pPr>
    <w:rPr>
      <w:rFonts w:ascii="Arial" w:hAnsi="Arial"/>
      <w:color w:val="00000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neadebloque">
    <w:name w:val="Linea de bloque"/>
    <w:next w:val="Normal"/>
    <w:autoRedefine/>
    <w:rsid w:val="00823698"/>
    <w:pPr>
      <w:pBdr>
        <w:top w:val="single" w:sz="6" w:space="1" w:color="333333"/>
      </w:pBdr>
      <w:spacing w:before="280"/>
      <w:ind w:right="-1"/>
      <w:jc w:val="both"/>
    </w:pPr>
    <w:rPr>
      <w:rFonts w:ascii="Arial" w:hAnsi="Arial"/>
      <w:sz w:val="22"/>
      <w:szCs w:val="24"/>
    </w:rPr>
  </w:style>
  <w:style w:type="table" w:styleId="Tablaconcuadrcula">
    <w:name w:val="Table Grid"/>
    <w:basedOn w:val="Tablanormal"/>
    <w:rsid w:val="0067142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qFormat/>
    <w:rsid w:val="00BF7DE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tinuaSigpagina">
    <w:name w:val="Continua Sig pagina"/>
    <w:basedOn w:val="Lineadebloque"/>
    <w:next w:val="Normal"/>
    <w:autoRedefine/>
    <w:rsid w:val="000870F9"/>
    <w:pPr>
      <w:pBdr>
        <w:top w:val="single" w:sz="6" w:space="4" w:color="auto"/>
        <w:between w:val="single" w:sz="6" w:space="4" w:color="auto"/>
      </w:pBdr>
      <w:spacing w:before="240" w:line="260" w:lineRule="atLeast"/>
      <w:jc w:val="right"/>
    </w:pPr>
    <w:rPr>
      <w:i/>
      <w:sz w:val="20"/>
      <w:szCs w:val="20"/>
      <w:lang w:val="es-MX"/>
    </w:rPr>
  </w:style>
  <w:style w:type="character" w:styleId="Refdecomentario">
    <w:name w:val="annotation reference"/>
    <w:semiHidden/>
    <w:rsid w:val="008D4182"/>
    <w:rPr>
      <w:sz w:val="16"/>
      <w:szCs w:val="16"/>
    </w:rPr>
  </w:style>
  <w:style w:type="paragraph" w:styleId="Textocomentario">
    <w:name w:val="annotation text"/>
    <w:basedOn w:val="Normal"/>
    <w:semiHidden/>
    <w:rsid w:val="008D4182"/>
    <w:rPr>
      <w:szCs w:val="20"/>
    </w:rPr>
  </w:style>
  <w:style w:type="paragraph" w:styleId="Asuntodelcomentario">
    <w:name w:val="annotation subject"/>
    <w:basedOn w:val="Textocomentario"/>
    <w:next w:val="Textocomentario"/>
    <w:semiHidden/>
    <w:rsid w:val="008D4182"/>
    <w:rPr>
      <w:b/>
      <w:bCs/>
    </w:rPr>
  </w:style>
  <w:style w:type="paragraph" w:styleId="Textodeglobo">
    <w:name w:val="Balloon Text"/>
    <w:basedOn w:val="Normal"/>
    <w:semiHidden/>
    <w:rsid w:val="008D418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rsid w:val="003768CF"/>
    <w:rPr>
      <w:rFonts w:ascii="Tahoma" w:hAnsi="Tahoma" w:cs="Tahoma"/>
      <w:lang w:val="es-ES" w:eastAsia="es-ES" w:bidi="ar-SA"/>
    </w:rPr>
  </w:style>
  <w:style w:type="character" w:customStyle="1" w:styleId="MapaCar">
    <w:name w:val="Mapa Car"/>
    <w:link w:val="Mapa"/>
    <w:rsid w:val="001F2E81"/>
    <w:rPr>
      <w:rFonts w:ascii="Arial" w:hAnsi="Arial"/>
      <w:b/>
      <w:color w:val="000000"/>
      <w:sz w:val="24"/>
    </w:rPr>
  </w:style>
  <w:style w:type="paragraph" w:styleId="Textonotapie">
    <w:name w:val="footnote text"/>
    <w:basedOn w:val="Normal"/>
    <w:semiHidden/>
    <w:rsid w:val="0078436E"/>
    <w:rPr>
      <w:sz w:val="18"/>
      <w:szCs w:val="20"/>
    </w:rPr>
  </w:style>
  <w:style w:type="character" w:styleId="Refdenotaalpie">
    <w:name w:val="footnote reference"/>
    <w:semiHidden/>
    <w:rsid w:val="0088761D"/>
    <w:rPr>
      <w:rFonts w:ascii="Arial" w:hAnsi="Arial"/>
      <w:sz w:val="18"/>
      <w:vertAlign w:val="superscript"/>
    </w:rPr>
  </w:style>
  <w:style w:type="paragraph" w:customStyle="1" w:styleId="Textodelbloque0">
    <w:name w:val="Texto del bloque"/>
    <w:basedOn w:val="Normal"/>
    <w:next w:val="Normal"/>
    <w:rsid w:val="00024CA9"/>
    <w:pPr>
      <w:ind w:right="0"/>
    </w:pPr>
    <w:rPr>
      <w:szCs w:val="20"/>
      <w:lang w:val="es-MX"/>
    </w:rPr>
  </w:style>
  <w:style w:type="character" w:customStyle="1" w:styleId="shorttext1">
    <w:name w:val="short_text1"/>
    <w:rsid w:val="002B099F"/>
    <w:rPr>
      <w:sz w:val="29"/>
      <w:szCs w:val="29"/>
    </w:rPr>
  </w:style>
  <w:style w:type="paragraph" w:styleId="Textodecuerpo">
    <w:name w:val="Body Text"/>
    <w:basedOn w:val="Normal"/>
    <w:link w:val="TextodecuerpoCar"/>
    <w:rsid w:val="00FA71C1"/>
    <w:pPr>
      <w:spacing w:after="120"/>
      <w:ind w:right="0"/>
    </w:pPr>
    <w:rPr>
      <w:sz w:val="24"/>
      <w:szCs w:val="20"/>
    </w:rPr>
  </w:style>
  <w:style w:type="paragraph" w:customStyle="1" w:styleId="NormL">
    <w:name w:val="NormL"/>
    <w:basedOn w:val="Mapa"/>
    <w:rsid w:val="00B62974"/>
  </w:style>
  <w:style w:type="character" w:customStyle="1" w:styleId="EtiquetaCar">
    <w:name w:val="Etiqueta Car"/>
    <w:link w:val="Etiqueta"/>
    <w:rsid w:val="00DE31FD"/>
    <w:rPr>
      <w:rFonts w:ascii="Arial" w:hAnsi="Arial"/>
      <w:b/>
      <w:color w:val="000000"/>
      <w:szCs w:val="24"/>
      <w:lang w:val="es-ES" w:eastAsia="es-ES" w:bidi="ar-SA"/>
    </w:rPr>
  </w:style>
  <w:style w:type="paragraph" w:styleId="Prrafodelista">
    <w:name w:val="List Paragraph"/>
    <w:basedOn w:val="Normal"/>
    <w:uiPriority w:val="34"/>
    <w:qFormat/>
    <w:rsid w:val="00DE31FD"/>
    <w:pPr>
      <w:ind w:left="708"/>
    </w:pPr>
  </w:style>
  <w:style w:type="character" w:customStyle="1" w:styleId="EtiquetaCarCar">
    <w:name w:val="Etiqueta Car Car"/>
    <w:rsid w:val="00221D0C"/>
    <w:rPr>
      <w:rFonts w:ascii="Arial" w:hAnsi="Arial" w:cs="Tahoma"/>
      <w:b/>
      <w:bCs/>
      <w:color w:val="000000"/>
      <w:lang w:val="es-ES" w:eastAsia="es-ES"/>
    </w:rPr>
  </w:style>
  <w:style w:type="character" w:styleId="Hipervnculo">
    <w:name w:val="Hyperlink"/>
    <w:rsid w:val="00D878F5"/>
    <w:rPr>
      <w:color w:val="0000FF"/>
      <w:u w:val="single"/>
    </w:rPr>
  </w:style>
  <w:style w:type="paragraph" w:customStyle="1" w:styleId="Default">
    <w:name w:val="Default"/>
    <w:rsid w:val="00732B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cxmsonormal">
    <w:name w:val="ecxmsonormal"/>
    <w:basedOn w:val="Normal"/>
    <w:rsid w:val="00306DE3"/>
    <w:pPr>
      <w:spacing w:before="100" w:beforeAutospacing="1" w:after="100" w:afterAutospacing="1"/>
      <w:ind w:right="0"/>
      <w:jc w:val="left"/>
    </w:pPr>
    <w:rPr>
      <w:rFonts w:ascii="Times New Roman" w:hAnsi="Times New Roman"/>
      <w:sz w:val="24"/>
      <w:lang w:val="es-MX" w:eastAsia="es-MX"/>
    </w:rPr>
  </w:style>
  <w:style w:type="paragraph" w:customStyle="1" w:styleId="Normal1">
    <w:name w:val="Normal1"/>
    <w:rsid w:val="00CC182D"/>
    <w:pPr>
      <w:spacing w:after="200" w:line="276" w:lineRule="auto"/>
    </w:pPr>
    <w:rPr>
      <w:rFonts w:ascii="Calibri" w:hAnsi="Calibri" w:cs="Calibri"/>
      <w:color w:val="000000"/>
      <w:sz w:val="22"/>
      <w:szCs w:val="22"/>
      <w:lang w:val="es-MX" w:eastAsia="es-MX"/>
    </w:rPr>
  </w:style>
  <w:style w:type="paragraph" w:customStyle="1" w:styleId="Normal10">
    <w:name w:val="Normal1"/>
    <w:rsid w:val="00CC182D"/>
    <w:pPr>
      <w:spacing w:after="200" w:line="276" w:lineRule="auto"/>
    </w:pPr>
    <w:rPr>
      <w:rFonts w:ascii="Calibri" w:hAnsi="Calibri" w:cs="Calibri"/>
      <w:color w:val="000000"/>
      <w:sz w:val="22"/>
      <w:szCs w:val="22"/>
      <w:lang w:val="es-MX" w:eastAsia="es-MX"/>
    </w:rPr>
  </w:style>
  <w:style w:type="character" w:customStyle="1" w:styleId="EncabezadoCar">
    <w:name w:val="Encabezado Car"/>
    <w:link w:val="Encabezado"/>
    <w:uiPriority w:val="99"/>
    <w:rsid w:val="00E33D71"/>
    <w:rPr>
      <w:rFonts w:ascii="Arial" w:hAnsi="Arial"/>
      <w:sz w:val="22"/>
      <w:szCs w:val="24"/>
    </w:rPr>
  </w:style>
  <w:style w:type="character" w:customStyle="1" w:styleId="apple-converted-space">
    <w:name w:val="apple-converted-space"/>
    <w:basedOn w:val="Fuentedeprrafopredeter"/>
    <w:rsid w:val="00B25460"/>
  </w:style>
  <w:style w:type="paragraph" w:styleId="NormalWeb">
    <w:name w:val="Normal (Web)"/>
    <w:basedOn w:val="Normal"/>
    <w:uiPriority w:val="99"/>
    <w:unhideWhenUsed/>
    <w:rsid w:val="006223A3"/>
    <w:pPr>
      <w:spacing w:before="100" w:beforeAutospacing="1" w:after="100" w:afterAutospacing="1"/>
      <w:ind w:right="0"/>
      <w:jc w:val="left"/>
    </w:pPr>
    <w:rPr>
      <w:rFonts w:ascii="Times New Roman" w:hAnsi="Times New Roman"/>
      <w:sz w:val="24"/>
      <w:lang w:val="es-MX" w:eastAsia="es-MX"/>
    </w:rPr>
  </w:style>
  <w:style w:type="character" w:customStyle="1" w:styleId="TextodecuerpoCar">
    <w:name w:val="Texto de cuerpo Car"/>
    <w:basedOn w:val="Fuentedeprrafopredeter"/>
    <w:link w:val="Textodecuerpo"/>
    <w:rsid w:val="00363BCF"/>
    <w:rPr>
      <w:rFonts w:ascii="Arial" w:hAnsi="Arial"/>
      <w:sz w:val="24"/>
      <w:lang w:val="es-ES" w:eastAsia="es-ES"/>
    </w:rPr>
  </w:style>
  <w:style w:type="paragraph" w:styleId="Listaconvietas5">
    <w:name w:val="List Bullet 5"/>
    <w:basedOn w:val="Normal"/>
    <w:autoRedefine/>
    <w:rsid w:val="00363BCF"/>
    <w:pPr>
      <w:tabs>
        <w:tab w:val="num" w:pos="1492"/>
      </w:tabs>
      <w:ind w:left="1492" w:right="0" w:hanging="360"/>
      <w:jc w:val="left"/>
    </w:pPr>
    <w:rPr>
      <w:sz w:val="24"/>
      <w:szCs w:val="20"/>
      <w:lang w:val="es-MX"/>
    </w:rPr>
  </w:style>
  <w:style w:type="paragraph" w:customStyle="1" w:styleId="Norml0">
    <w:name w:val="Norml"/>
    <w:basedOn w:val="Etiqueta"/>
    <w:rsid w:val="00363BCF"/>
    <w:rPr>
      <w:bCs/>
      <w:color w:val="auto"/>
      <w:szCs w:val="20"/>
    </w:rPr>
  </w:style>
  <w:style w:type="paragraph" w:customStyle="1" w:styleId="Normal10pt">
    <w:name w:val="Normal + 10 pt"/>
    <w:aliases w:val="Negrita,Negro"/>
    <w:basedOn w:val="Etiqueta"/>
    <w:link w:val="Normal10ptCar"/>
    <w:rsid w:val="00363BCF"/>
    <w:rPr>
      <w:bCs/>
      <w:sz w:val="22"/>
      <w:szCs w:val="20"/>
    </w:rPr>
  </w:style>
  <w:style w:type="character" w:customStyle="1" w:styleId="Normal10ptCar">
    <w:name w:val="Normal + 10 pt Car"/>
    <w:aliases w:val="Negrita Car,Negro Car"/>
    <w:link w:val="Normal10pt"/>
    <w:rsid w:val="00363BCF"/>
    <w:rPr>
      <w:rFonts w:ascii="Arial" w:hAnsi="Arial"/>
      <w:b/>
      <w:bCs/>
      <w:color w:val="000000"/>
      <w:sz w:val="22"/>
    </w:rPr>
  </w:style>
  <w:style w:type="paragraph" w:styleId="Textodecuerpo3">
    <w:name w:val="Body Text 3"/>
    <w:basedOn w:val="Normal"/>
    <w:link w:val="Textodecuerpo3Car"/>
    <w:rsid w:val="00363BCF"/>
    <w:pPr>
      <w:spacing w:after="120"/>
      <w:ind w:right="0"/>
      <w:jc w:val="left"/>
    </w:pPr>
    <w:rPr>
      <w:sz w:val="16"/>
      <w:szCs w:val="16"/>
    </w:rPr>
  </w:style>
  <w:style w:type="character" w:customStyle="1" w:styleId="Textodecuerpo3Car">
    <w:name w:val="Texto de cuerpo 3 Car"/>
    <w:basedOn w:val="Fuentedeprrafopredeter"/>
    <w:link w:val="Textodecuerpo3"/>
    <w:rsid w:val="00363BCF"/>
    <w:rPr>
      <w:rFonts w:ascii="Arial" w:hAnsi="Arial"/>
      <w:sz w:val="16"/>
      <w:szCs w:val="16"/>
      <w:lang w:eastAsia="es-ES"/>
    </w:rPr>
  </w:style>
  <w:style w:type="paragraph" w:styleId="Sangradetdecuerpo">
    <w:name w:val="Body Text Indent"/>
    <w:basedOn w:val="Normal"/>
    <w:link w:val="SangradetdecuerpoCar"/>
    <w:rsid w:val="00363BCF"/>
    <w:pPr>
      <w:spacing w:after="120"/>
      <w:ind w:left="283" w:right="0"/>
      <w:jc w:val="left"/>
    </w:pPr>
    <w:rPr>
      <w:sz w:val="24"/>
      <w:szCs w:val="20"/>
      <w:lang w:val="es-MX"/>
    </w:rPr>
  </w:style>
  <w:style w:type="character" w:customStyle="1" w:styleId="SangradetdecuerpoCar">
    <w:name w:val="Sangría de t. de cuerpo Car"/>
    <w:basedOn w:val="Fuentedeprrafopredeter"/>
    <w:link w:val="Sangradetdecuerpo"/>
    <w:rsid w:val="00363BCF"/>
    <w:rPr>
      <w:rFonts w:ascii="Arial" w:hAnsi="Arial"/>
      <w:sz w:val="24"/>
      <w:lang w:eastAsia="es-ES"/>
    </w:rPr>
  </w:style>
  <w:style w:type="character" w:styleId="Ttulodelibro">
    <w:name w:val="Book Title"/>
    <w:qFormat/>
    <w:rsid w:val="00363BCF"/>
    <w:rPr>
      <w:caps/>
      <w:color w:val="622423"/>
      <w:spacing w:val="5"/>
      <w:u w:color="622423"/>
    </w:rPr>
  </w:style>
  <w:style w:type="paragraph" w:customStyle="1" w:styleId="Continuedonnextpa">
    <w:name w:val="Continued on next pa"/>
    <w:basedOn w:val="Normal"/>
    <w:next w:val="Ttulo2"/>
    <w:rsid w:val="00363BCF"/>
    <w:pPr>
      <w:pBdr>
        <w:top w:val="single" w:sz="6" w:space="4" w:color="auto"/>
        <w:between w:val="single" w:sz="6" w:space="4" w:color="auto"/>
      </w:pBdr>
      <w:spacing w:before="240" w:line="260" w:lineRule="atLeast"/>
      <w:ind w:left="1700" w:right="0"/>
      <w:jc w:val="right"/>
    </w:pPr>
    <w:rPr>
      <w:rFonts w:ascii="Times" w:hAnsi="Times"/>
      <w:i/>
      <w:sz w:val="20"/>
      <w:szCs w:val="20"/>
      <w:lang w:val="es-MX"/>
    </w:rPr>
  </w:style>
  <w:style w:type="character" w:customStyle="1" w:styleId="CarCar1">
    <w:name w:val="Car Car1"/>
    <w:rsid w:val="00363BCF"/>
    <w:rPr>
      <w:rFonts w:ascii="Tahoma" w:hAnsi="Tahoma" w:cs="Tahoma"/>
      <w:lang w:val="es-ES" w:eastAsia="es-ES" w:bidi="ar-SA"/>
    </w:rPr>
  </w:style>
  <w:style w:type="character" w:customStyle="1" w:styleId="CarCar">
    <w:name w:val="Car Car"/>
    <w:rsid w:val="00363BCF"/>
    <w:rPr>
      <w:rFonts w:ascii="Arial" w:hAnsi="Arial"/>
      <w:sz w:val="18"/>
      <w:lang w:val="es-ES" w:eastAsia="es-ES"/>
    </w:rPr>
  </w:style>
  <w:style w:type="paragraph" w:customStyle="1" w:styleId="Texto1">
    <w:name w:val="Texto 1"/>
    <w:basedOn w:val="Normal"/>
    <w:next w:val="Normal"/>
    <w:rsid w:val="00363BCF"/>
    <w:pPr>
      <w:autoSpaceDE w:val="0"/>
      <w:autoSpaceDN w:val="0"/>
      <w:adjustRightInd w:val="0"/>
      <w:ind w:right="0"/>
      <w:jc w:val="left"/>
    </w:pPr>
    <w:rPr>
      <w:rFonts w:cs="Arial"/>
      <w:sz w:val="24"/>
    </w:rPr>
  </w:style>
  <w:style w:type="paragraph" w:customStyle="1" w:styleId="INFOMAP">
    <w:name w:val="INFOMAP"/>
    <w:basedOn w:val="Normal"/>
    <w:rsid w:val="00363BCF"/>
    <w:pPr>
      <w:ind w:left="1701" w:right="0" w:hanging="1701"/>
    </w:pPr>
    <w:rPr>
      <w:rFonts w:ascii="CG Times (WN)" w:hAnsi="CG Times (WN)"/>
      <w:sz w:val="24"/>
      <w:szCs w:val="20"/>
      <w:lang w:val="es-ES_tradnl"/>
    </w:rPr>
  </w:style>
  <w:style w:type="character" w:styleId="Enfasis">
    <w:name w:val="Emphasis"/>
    <w:qFormat/>
    <w:rsid w:val="00363BCF"/>
    <w:rPr>
      <w:i/>
      <w:iCs/>
    </w:rPr>
  </w:style>
  <w:style w:type="character" w:styleId="Textoennegrita">
    <w:name w:val="Strong"/>
    <w:basedOn w:val="Fuentedeprrafopredeter"/>
    <w:uiPriority w:val="22"/>
    <w:qFormat/>
    <w:rsid w:val="00852FD0"/>
    <w:rPr>
      <w:b/>
      <w:bCs/>
    </w:rPr>
  </w:style>
  <w:style w:type="character" w:customStyle="1" w:styleId="PiedepginaCar">
    <w:name w:val="Pie de página Car"/>
    <w:basedOn w:val="Fuentedeprrafopredeter"/>
    <w:link w:val="Piedepgina"/>
    <w:rsid w:val="00780817"/>
    <w:rPr>
      <w:rFonts w:ascii="Arial" w:hAnsi="Arial"/>
      <w:sz w:val="18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2\Mapeo%202003%20v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2AEC1-6A40-4A52-93E9-1BEA2EA8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Mapeo 2003 v2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1</vt:lpstr>
    </vt:vector>
  </TitlesOfParts>
  <Company>Telmex S.A.B. de C.V.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1</dc:title>
  <dc:creator>etgarcia</dc:creator>
  <cp:lastModifiedBy>EHZEPEDA</cp:lastModifiedBy>
  <cp:revision>2</cp:revision>
  <cp:lastPrinted>2013-12-06T22:04:00Z</cp:lastPrinted>
  <dcterms:created xsi:type="dcterms:W3CDTF">2020-04-29T21:22:00Z</dcterms:created>
  <dcterms:modified xsi:type="dcterms:W3CDTF">2020-04-29T21:22:00Z</dcterms:modified>
</cp:coreProperties>
</file>